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23" w:rsidRPr="00F30BBC" w:rsidRDefault="005F6023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F6023" w:rsidRPr="00F30BBC" w:rsidRDefault="005F6023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F30BBC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5F6023" w:rsidRPr="00F30BBC" w:rsidRDefault="005F6023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023" w:rsidRPr="00F30BBC" w:rsidRDefault="005F6023" w:rsidP="007E3DE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5F6023" w:rsidRDefault="005F6023" w:rsidP="007E3DE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6023" w:rsidRPr="00F30BBC" w:rsidRDefault="005F6023" w:rsidP="00F30BB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25 сентября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года  п.Первоавгустовский   </w:t>
      </w:r>
      <w:r>
        <w:rPr>
          <w:rFonts w:ascii="Times New Roman" w:hAnsi="Times New Roman"/>
          <w:b/>
          <w:sz w:val="28"/>
          <w:szCs w:val="28"/>
          <w:lang w:eastAsia="ru-RU"/>
        </w:rPr>
        <w:t>№ 100</w:t>
      </w:r>
    </w:p>
    <w:p w:rsidR="005F6023" w:rsidRPr="00F30BBC" w:rsidRDefault="005F6023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6023" w:rsidRPr="00F30BBC" w:rsidRDefault="005F6023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Об утверждении плана закупок товаров,  работ, услуг для обеспечения</w:t>
      </w:r>
    </w:p>
    <w:p w:rsidR="005F6023" w:rsidRPr="00F30BBC" w:rsidRDefault="005F6023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нужд муниципального образования «Первоавгустовский сельсовет»</w:t>
      </w:r>
    </w:p>
    <w:p w:rsidR="005F6023" w:rsidRPr="00F30BBC" w:rsidRDefault="005F6023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Дмитриевског</w:t>
      </w:r>
      <w:r>
        <w:rPr>
          <w:rFonts w:ascii="Times New Roman" w:hAnsi="Times New Roman"/>
          <w:b/>
          <w:sz w:val="28"/>
          <w:szCs w:val="28"/>
          <w:lang w:eastAsia="ru-RU"/>
        </w:rPr>
        <w:t>о района Курской области на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 и </w:t>
      </w:r>
    </w:p>
    <w:p w:rsidR="005F6023" w:rsidRPr="00F30BBC" w:rsidRDefault="005F6023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2019 и 2020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5F6023" w:rsidRPr="00585818" w:rsidRDefault="005F6023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6023" w:rsidRPr="007E3DE3" w:rsidRDefault="005F6023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>Федеральным законом от 05.04.2013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нужд",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5F6023" w:rsidRPr="000F7F96" w:rsidRDefault="005F6023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5F6023" w:rsidRPr="007E3DE3" w:rsidRDefault="005F6023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 района Курской области на 2018 год и на плановый период 2019 и 2020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5F6023" w:rsidRPr="007E3DE3" w:rsidRDefault="005F6023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5F6023" w:rsidRPr="007E3DE3" w:rsidRDefault="005F6023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5F6023" w:rsidRDefault="005F6023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EF54E7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</w:t>
      </w: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Дмитриевского района                                                   В.М. Сафонов</w:t>
      </w: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Pr="000F7F96" w:rsidRDefault="005F6023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6023" w:rsidRPr="0013506D" w:rsidRDefault="005F6023" w:rsidP="0013506D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5F6023" w:rsidRPr="0013506D" w:rsidSect="001D67A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66392"/>
    <w:rsid w:val="000F7F96"/>
    <w:rsid w:val="001154E9"/>
    <w:rsid w:val="0013506D"/>
    <w:rsid w:val="00157FA4"/>
    <w:rsid w:val="00196693"/>
    <w:rsid w:val="001B2326"/>
    <w:rsid w:val="001C629D"/>
    <w:rsid w:val="001D67A5"/>
    <w:rsid w:val="001E6BDB"/>
    <w:rsid w:val="00225AE5"/>
    <w:rsid w:val="002738CA"/>
    <w:rsid w:val="002A1E59"/>
    <w:rsid w:val="002D7E88"/>
    <w:rsid w:val="003049FF"/>
    <w:rsid w:val="003436BD"/>
    <w:rsid w:val="00346378"/>
    <w:rsid w:val="00366459"/>
    <w:rsid w:val="003A40FD"/>
    <w:rsid w:val="003A7BD6"/>
    <w:rsid w:val="004D21ED"/>
    <w:rsid w:val="004D7E88"/>
    <w:rsid w:val="005038FD"/>
    <w:rsid w:val="00556306"/>
    <w:rsid w:val="00585818"/>
    <w:rsid w:val="005F6023"/>
    <w:rsid w:val="00604557"/>
    <w:rsid w:val="00605FC7"/>
    <w:rsid w:val="00622DED"/>
    <w:rsid w:val="00687779"/>
    <w:rsid w:val="006C63BC"/>
    <w:rsid w:val="0070677A"/>
    <w:rsid w:val="007E3DE3"/>
    <w:rsid w:val="008139C3"/>
    <w:rsid w:val="00815207"/>
    <w:rsid w:val="00881766"/>
    <w:rsid w:val="00895E49"/>
    <w:rsid w:val="008D25AE"/>
    <w:rsid w:val="008D30E9"/>
    <w:rsid w:val="00931920"/>
    <w:rsid w:val="00934C62"/>
    <w:rsid w:val="0094456F"/>
    <w:rsid w:val="00984F1A"/>
    <w:rsid w:val="009957A3"/>
    <w:rsid w:val="009A7ABB"/>
    <w:rsid w:val="009B59ED"/>
    <w:rsid w:val="00A817F2"/>
    <w:rsid w:val="00A97C06"/>
    <w:rsid w:val="00AD7F6D"/>
    <w:rsid w:val="00AF04DE"/>
    <w:rsid w:val="00AF4E72"/>
    <w:rsid w:val="00B07B83"/>
    <w:rsid w:val="00B657B0"/>
    <w:rsid w:val="00B66551"/>
    <w:rsid w:val="00B673BB"/>
    <w:rsid w:val="00B70CBA"/>
    <w:rsid w:val="00C14172"/>
    <w:rsid w:val="00C168F4"/>
    <w:rsid w:val="00C25A58"/>
    <w:rsid w:val="00C55D73"/>
    <w:rsid w:val="00CF7A8E"/>
    <w:rsid w:val="00D543C8"/>
    <w:rsid w:val="00DA3BA7"/>
    <w:rsid w:val="00DB3976"/>
    <w:rsid w:val="00DE4AE4"/>
    <w:rsid w:val="00E218C2"/>
    <w:rsid w:val="00EE59CF"/>
    <w:rsid w:val="00EF54E7"/>
    <w:rsid w:val="00F30BBC"/>
    <w:rsid w:val="00F60C70"/>
    <w:rsid w:val="00F90B68"/>
    <w:rsid w:val="00FB422E"/>
    <w:rsid w:val="00FC21BF"/>
    <w:rsid w:val="00FE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31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194</Words>
  <Characters>1106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15</cp:revision>
  <cp:lastPrinted>2018-09-28T05:22:00Z</cp:lastPrinted>
  <dcterms:created xsi:type="dcterms:W3CDTF">2016-12-23T09:51:00Z</dcterms:created>
  <dcterms:modified xsi:type="dcterms:W3CDTF">2018-09-28T05:23:00Z</dcterms:modified>
</cp:coreProperties>
</file>