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E5" w:rsidRPr="00745426" w:rsidRDefault="00E935E5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4542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935E5" w:rsidRPr="00745426" w:rsidRDefault="00E935E5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45426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745426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E935E5" w:rsidRPr="00745426" w:rsidRDefault="00E935E5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935E5" w:rsidRPr="00745426" w:rsidRDefault="00E935E5" w:rsidP="007E3DE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5426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E935E5" w:rsidRPr="00745426" w:rsidRDefault="00E935E5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935E5" w:rsidRPr="00745426" w:rsidRDefault="00E935E5" w:rsidP="00C62A2A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02 ноября</w:t>
      </w:r>
      <w:r w:rsidRPr="00745426">
        <w:rPr>
          <w:rFonts w:ascii="Times New Roman" w:hAnsi="Times New Roman"/>
          <w:b/>
          <w:sz w:val="28"/>
          <w:szCs w:val="28"/>
          <w:lang w:eastAsia="ru-RU"/>
        </w:rPr>
        <w:t xml:space="preserve">  2017 года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п. Первоавгустовский       № 113</w:t>
      </w:r>
    </w:p>
    <w:p w:rsidR="00E935E5" w:rsidRPr="00745426" w:rsidRDefault="00E935E5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35E5" w:rsidRPr="00745426" w:rsidRDefault="00E935E5" w:rsidP="00A20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5426">
        <w:rPr>
          <w:rFonts w:ascii="Times New Roman" w:hAnsi="Times New Roman"/>
          <w:b/>
          <w:sz w:val="28"/>
          <w:szCs w:val="28"/>
          <w:lang w:eastAsia="ru-RU"/>
        </w:rPr>
        <w:t xml:space="preserve"> О внесении изменений и дополнений в постановление Администрации Первоавгустовского сельсовета Дмитриевского района от 26.12.2016 года              № 200 «Об утверждении плана закупок товаров,  работ, услуг для обеспечения нужд муниципального образования «Первоавгустовский сельсовет» Дмитриевского района Курской области на 2017 год                                                       и плановый период 2018 и 2019 годов»</w:t>
      </w:r>
    </w:p>
    <w:p w:rsidR="00E935E5" w:rsidRPr="00585818" w:rsidRDefault="00E935E5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35E5" w:rsidRPr="007E3DE3" w:rsidRDefault="00E935E5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05.04.2013 г. N 44-ФЗ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E3DE3">
        <w:rPr>
          <w:rFonts w:ascii="Times New Roman" w:hAnsi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нужд»,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E935E5" w:rsidRPr="000F7F96" w:rsidRDefault="00E935E5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E935E5" w:rsidRPr="007E3DE3" w:rsidRDefault="00E935E5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 на 2017 год и на плановый период 2018 и 2019 годов.</w:t>
      </w:r>
    </w:p>
    <w:p w:rsidR="00E935E5" w:rsidRPr="007E3DE3" w:rsidRDefault="00E935E5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E935E5" w:rsidRPr="007E3DE3" w:rsidRDefault="00E935E5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E935E5" w:rsidRDefault="00E935E5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35E5" w:rsidRDefault="00E935E5" w:rsidP="00C62A2A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35E5" w:rsidRDefault="00E935E5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</w:t>
      </w:r>
    </w:p>
    <w:p w:rsidR="00E935E5" w:rsidRDefault="00E935E5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Дмитриевского района                                                   В.М. Сафонов</w:t>
      </w:r>
    </w:p>
    <w:p w:rsidR="00E935E5" w:rsidRPr="000F7F96" w:rsidRDefault="00E935E5" w:rsidP="002E224D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35E5" w:rsidRPr="00FB422E" w:rsidRDefault="00E935E5" w:rsidP="002738CA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35E5" w:rsidRPr="002E224D" w:rsidRDefault="00E935E5" w:rsidP="00977FAC">
      <w:pPr>
        <w:rPr>
          <w:rFonts w:ascii="Times New Roman" w:hAnsi="Times New Roman"/>
          <w:sz w:val="20"/>
          <w:szCs w:val="20"/>
        </w:rPr>
      </w:pPr>
      <w:r w:rsidRPr="002E224D">
        <w:rPr>
          <w:rFonts w:ascii="Times New Roman" w:hAnsi="Times New Roman"/>
          <w:sz w:val="20"/>
          <w:szCs w:val="20"/>
        </w:rPr>
        <w:t>В.В. Лукерина</w:t>
      </w:r>
    </w:p>
    <w:sectPr w:rsidR="00E935E5" w:rsidRPr="002E224D" w:rsidSect="00115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66392"/>
    <w:rsid w:val="000B7693"/>
    <w:rsid w:val="000C4DF5"/>
    <w:rsid w:val="000D46A4"/>
    <w:rsid w:val="000F7F96"/>
    <w:rsid w:val="001154E9"/>
    <w:rsid w:val="00157A03"/>
    <w:rsid w:val="00157FA4"/>
    <w:rsid w:val="001B2326"/>
    <w:rsid w:val="00225AE5"/>
    <w:rsid w:val="002449C5"/>
    <w:rsid w:val="00251A3D"/>
    <w:rsid w:val="00255EE4"/>
    <w:rsid w:val="002738CA"/>
    <w:rsid w:val="002C1AA5"/>
    <w:rsid w:val="002E224D"/>
    <w:rsid w:val="00301F66"/>
    <w:rsid w:val="003049FF"/>
    <w:rsid w:val="0035612C"/>
    <w:rsid w:val="003E495B"/>
    <w:rsid w:val="00411D23"/>
    <w:rsid w:val="00444170"/>
    <w:rsid w:val="00462E6B"/>
    <w:rsid w:val="00483BA2"/>
    <w:rsid w:val="004910C8"/>
    <w:rsid w:val="004A2769"/>
    <w:rsid w:val="004B3A68"/>
    <w:rsid w:val="004D7E88"/>
    <w:rsid w:val="004F0248"/>
    <w:rsid w:val="005038FD"/>
    <w:rsid w:val="00512F2F"/>
    <w:rsid w:val="00526344"/>
    <w:rsid w:val="00556306"/>
    <w:rsid w:val="00585818"/>
    <w:rsid w:val="00604557"/>
    <w:rsid w:val="00605FC7"/>
    <w:rsid w:val="00622DED"/>
    <w:rsid w:val="006554E2"/>
    <w:rsid w:val="00657618"/>
    <w:rsid w:val="006C63BC"/>
    <w:rsid w:val="006E6E5A"/>
    <w:rsid w:val="00720487"/>
    <w:rsid w:val="00745426"/>
    <w:rsid w:val="0075549E"/>
    <w:rsid w:val="007D69DE"/>
    <w:rsid w:val="007E3DE3"/>
    <w:rsid w:val="0087499F"/>
    <w:rsid w:val="00881766"/>
    <w:rsid w:val="00895E49"/>
    <w:rsid w:val="008D30E9"/>
    <w:rsid w:val="00934C62"/>
    <w:rsid w:val="0094456F"/>
    <w:rsid w:val="00945B40"/>
    <w:rsid w:val="00977FAC"/>
    <w:rsid w:val="009957A3"/>
    <w:rsid w:val="009D4080"/>
    <w:rsid w:val="00A206C8"/>
    <w:rsid w:val="00A42AD2"/>
    <w:rsid w:val="00A817F2"/>
    <w:rsid w:val="00AE0620"/>
    <w:rsid w:val="00AF2A47"/>
    <w:rsid w:val="00B07B83"/>
    <w:rsid w:val="00B66551"/>
    <w:rsid w:val="00B70CBA"/>
    <w:rsid w:val="00B956F4"/>
    <w:rsid w:val="00BE3167"/>
    <w:rsid w:val="00C14172"/>
    <w:rsid w:val="00C2351A"/>
    <w:rsid w:val="00C25A58"/>
    <w:rsid w:val="00C355DA"/>
    <w:rsid w:val="00C62A2A"/>
    <w:rsid w:val="00CF7A8E"/>
    <w:rsid w:val="00D2352D"/>
    <w:rsid w:val="00DB3976"/>
    <w:rsid w:val="00DE7927"/>
    <w:rsid w:val="00E218C2"/>
    <w:rsid w:val="00E308E0"/>
    <w:rsid w:val="00E72242"/>
    <w:rsid w:val="00E935E5"/>
    <w:rsid w:val="00ED233C"/>
    <w:rsid w:val="00F279D5"/>
    <w:rsid w:val="00F60C70"/>
    <w:rsid w:val="00FB4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57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227</Words>
  <Characters>1298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17</cp:revision>
  <cp:lastPrinted>2017-11-15T11:42:00Z</cp:lastPrinted>
  <dcterms:created xsi:type="dcterms:W3CDTF">2016-12-23T09:51:00Z</dcterms:created>
  <dcterms:modified xsi:type="dcterms:W3CDTF">2017-11-16T05:36:00Z</dcterms:modified>
</cp:coreProperties>
</file>