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CDE" w:rsidRPr="00A9769E" w:rsidRDefault="00575CDE" w:rsidP="00A404F4">
      <w:pPr>
        <w:pStyle w:val="NoSpacing"/>
        <w:jc w:val="center"/>
        <w:rPr>
          <w:sz w:val="28"/>
          <w:szCs w:val="28"/>
        </w:rPr>
      </w:pPr>
      <w:r w:rsidRPr="00A9769E">
        <w:rPr>
          <w:sz w:val="28"/>
          <w:szCs w:val="28"/>
        </w:rPr>
        <w:t>РОССИЙСКАЯ ФЕДЕРАЦИЯ</w:t>
      </w:r>
    </w:p>
    <w:p w:rsidR="00575CDE" w:rsidRPr="00A9769E" w:rsidRDefault="00575CDE" w:rsidP="00A404F4">
      <w:pPr>
        <w:pStyle w:val="NoSpacing"/>
        <w:jc w:val="center"/>
        <w:rPr>
          <w:sz w:val="28"/>
          <w:szCs w:val="28"/>
        </w:rPr>
      </w:pPr>
      <w:r w:rsidRPr="00A9769E">
        <w:rPr>
          <w:sz w:val="28"/>
          <w:szCs w:val="28"/>
        </w:rPr>
        <w:t>АДМИНИСТРАЦИЯ ПЕРВОАВГУСТОВСКОГО СЕЛЬСОВЕТА</w:t>
      </w:r>
    </w:p>
    <w:p w:rsidR="00575CDE" w:rsidRPr="00A9769E" w:rsidRDefault="00575CDE" w:rsidP="00A404F4">
      <w:pPr>
        <w:pStyle w:val="NoSpacing"/>
        <w:jc w:val="center"/>
        <w:rPr>
          <w:sz w:val="28"/>
          <w:szCs w:val="28"/>
        </w:rPr>
      </w:pPr>
      <w:r w:rsidRPr="00A9769E">
        <w:rPr>
          <w:sz w:val="28"/>
          <w:szCs w:val="28"/>
        </w:rPr>
        <w:t>ДМИТРИЕВСКОГО РАЙОНА КУРСКОЙ ОБЛАСТИ</w:t>
      </w:r>
    </w:p>
    <w:p w:rsidR="00575CDE" w:rsidRPr="00A9769E" w:rsidRDefault="00575CDE" w:rsidP="00A404F4">
      <w:pPr>
        <w:pStyle w:val="NoSpacing"/>
        <w:jc w:val="center"/>
        <w:rPr>
          <w:sz w:val="28"/>
          <w:szCs w:val="28"/>
        </w:rPr>
      </w:pPr>
    </w:p>
    <w:p w:rsidR="00575CDE" w:rsidRPr="00A9769E" w:rsidRDefault="00575CDE" w:rsidP="00A404F4">
      <w:pPr>
        <w:pStyle w:val="NoSpacing"/>
        <w:jc w:val="center"/>
        <w:rPr>
          <w:sz w:val="28"/>
          <w:szCs w:val="28"/>
        </w:rPr>
      </w:pPr>
      <w:r w:rsidRPr="00A9769E">
        <w:rPr>
          <w:sz w:val="28"/>
          <w:szCs w:val="28"/>
        </w:rPr>
        <w:t>ПОСТАНОВЛЕНИЕ</w:t>
      </w:r>
    </w:p>
    <w:p w:rsidR="00575CDE" w:rsidRPr="00A9769E" w:rsidRDefault="00575CDE" w:rsidP="00A404F4">
      <w:pPr>
        <w:pStyle w:val="NoSpacing"/>
        <w:jc w:val="both"/>
        <w:rPr>
          <w:sz w:val="28"/>
          <w:szCs w:val="28"/>
        </w:rPr>
      </w:pPr>
    </w:p>
    <w:p w:rsidR="00575CDE" w:rsidRPr="00A9769E" w:rsidRDefault="00575CDE" w:rsidP="00A404F4">
      <w:pPr>
        <w:pStyle w:val="NoSpacing"/>
        <w:jc w:val="both"/>
        <w:rPr>
          <w:sz w:val="28"/>
          <w:szCs w:val="28"/>
        </w:rPr>
      </w:pPr>
    </w:p>
    <w:p w:rsidR="00575CDE" w:rsidRDefault="00575CDE" w:rsidP="00A404F4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от 06 ноября  2014года № 124</w:t>
      </w:r>
    </w:p>
    <w:p w:rsidR="00575CDE" w:rsidRPr="00A9769E" w:rsidRDefault="00575CDE" w:rsidP="00A404F4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п. Первоавгустовский</w:t>
      </w:r>
    </w:p>
    <w:p w:rsidR="00575CDE" w:rsidRPr="00A9769E" w:rsidRDefault="00575CDE" w:rsidP="00A404F4">
      <w:pPr>
        <w:pStyle w:val="NoSpacing"/>
        <w:jc w:val="both"/>
        <w:rPr>
          <w:sz w:val="28"/>
          <w:szCs w:val="28"/>
        </w:rPr>
      </w:pPr>
    </w:p>
    <w:p w:rsidR="00575CDE" w:rsidRDefault="00575CDE" w:rsidP="00A404F4">
      <w:pPr>
        <w:pStyle w:val="NoSpacing"/>
        <w:jc w:val="both"/>
        <w:rPr>
          <w:sz w:val="28"/>
          <w:szCs w:val="28"/>
        </w:rPr>
      </w:pPr>
      <w:r w:rsidRPr="00A9769E">
        <w:rPr>
          <w:sz w:val="28"/>
          <w:szCs w:val="28"/>
        </w:rPr>
        <w:t xml:space="preserve">Об утверждении муниципальной </w:t>
      </w:r>
    </w:p>
    <w:p w:rsidR="00575CDE" w:rsidRDefault="00575CDE" w:rsidP="00A404F4">
      <w:pPr>
        <w:pStyle w:val="NoSpacing"/>
        <w:jc w:val="both"/>
        <w:rPr>
          <w:sz w:val="28"/>
          <w:szCs w:val="28"/>
        </w:rPr>
      </w:pPr>
      <w:r w:rsidRPr="00A9769E">
        <w:rPr>
          <w:sz w:val="28"/>
          <w:szCs w:val="28"/>
        </w:rPr>
        <w:t xml:space="preserve">Программы  «Защита населения и </w:t>
      </w:r>
    </w:p>
    <w:p w:rsidR="00575CDE" w:rsidRDefault="00575CDE" w:rsidP="00A404F4">
      <w:pPr>
        <w:pStyle w:val="NoSpacing"/>
        <w:jc w:val="both"/>
        <w:rPr>
          <w:sz w:val="28"/>
          <w:szCs w:val="28"/>
        </w:rPr>
      </w:pPr>
      <w:r w:rsidRPr="00A9769E">
        <w:rPr>
          <w:sz w:val="28"/>
          <w:szCs w:val="28"/>
        </w:rPr>
        <w:t>территор</w:t>
      </w:r>
      <w:r>
        <w:rPr>
          <w:sz w:val="28"/>
          <w:szCs w:val="28"/>
        </w:rPr>
        <w:t>ии</w:t>
      </w:r>
      <w:r w:rsidRPr="00A9769E">
        <w:rPr>
          <w:sz w:val="28"/>
          <w:szCs w:val="28"/>
        </w:rPr>
        <w:t xml:space="preserve"> от чрезвычайных ситуаций,</w:t>
      </w:r>
    </w:p>
    <w:p w:rsidR="00575CDE" w:rsidRDefault="00575CDE" w:rsidP="00A404F4">
      <w:pPr>
        <w:pStyle w:val="NoSpacing"/>
        <w:jc w:val="both"/>
        <w:rPr>
          <w:sz w:val="28"/>
          <w:szCs w:val="28"/>
        </w:rPr>
      </w:pPr>
      <w:r w:rsidRPr="00A9769E">
        <w:rPr>
          <w:sz w:val="28"/>
          <w:szCs w:val="28"/>
        </w:rPr>
        <w:t xml:space="preserve"> обеспечение пожарной безопасности и</w:t>
      </w:r>
    </w:p>
    <w:p w:rsidR="00575CDE" w:rsidRDefault="00575CDE" w:rsidP="00A404F4">
      <w:pPr>
        <w:pStyle w:val="NoSpacing"/>
        <w:jc w:val="both"/>
        <w:rPr>
          <w:sz w:val="28"/>
          <w:szCs w:val="28"/>
        </w:rPr>
      </w:pPr>
      <w:r w:rsidRPr="00A9769E">
        <w:rPr>
          <w:sz w:val="28"/>
          <w:szCs w:val="28"/>
        </w:rPr>
        <w:t xml:space="preserve"> безопасности людей на водных объектах</w:t>
      </w:r>
    </w:p>
    <w:p w:rsidR="00575CDE" w:rsidRDefault="00575CDE" w:rsidP="00A404F4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муниципальном образовании </w:t>
      </w:r>
    </w:p>
    <w:p w:rsidR="00575CDE" w:rsidRDefault="00575CDE" w:rsidP="00A404F4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«Первоавгустовский сельсовет»</w:t>
      </w:r>
    </w:p>
    <w:p w:rsidR="00575CDE" w:rsidRDefault="00575CDE" w:rsidP="00A404F4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Дмитриевского района Курской области</w:t>
      </w:r>
    </w:p>
    <w:p w:rsidR="00575CDE" w:rsidRPr="00A9769E" w:rsidRDefault="00575CDE" w:rsidP="00A404F4">
      <w:pPr>
        <w:pStyle w:val="NoSpacing"/>
        <w:jc w:val="both"/>
        <w:rPr>
          <w:b/>
          <w:sz w:val="28"/>
          <w:szCs w:val="28"/>
        </w:rPr>
      </w:pPr>
      <w:r w:rsidRPr="00A9769E">
        <w:rPr>
          <w:sz w:val="28"/>
          <w:szCs w:val="28"/>
        </w:rPr>
        <w:t xml:space="preserve"> на 2015-2017 годы»</w:t>
      </w:r>
    </w:p>
    <w:p w:rsidR="00575CDE" w:rsidRPr="00A9769E" w:rsidRDefault="00575CDE" w:rsidP="00A404F4">
      <w:pPr>
        <w:pStyle w:val="NoSpacing"/>
        <w:jc w:val="both"/>
        <w:rPr>
          <w:sz w:val="28"/>
          <w:szCs w:val="28"/>
        </w:rPr>
      </w:pPr>
    </w:p>
    <w:p w:rsidR="00575CDE" w:rsidRPr="00A9769E" w:rsidRDefault="00575CDE" w:rsidP="00A404F4">
      <w:pPr>
        <w:pStyle w:val="NoSpacing"/>
        <w:jc w:val="both"/>
        <w:rPr>
          <w:sz w:val="28"/>
          <w:szCs w:val="28"/>
        </w:rPr>
      </w:pPr>
      <w:r w:rsidRPr="00A9769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 w:rsidRPr="00A9769E">
        <w:rPr>
          <w:sz w:val="28"/>
          <w:szCs w:val="28"/>
        </w:rPr>
        <w:t xml:space="preserve">   В соответствии со ст.179 Бюджетного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21.12.1994 № 68-ФЗ «О защите населения и территорий от чрезвычайных ситуаций природного и техногенного характера» от 12.02.1998 № 28 «О гражданской обороне», постановления Правительства Курской области от 06.05.2011 № 73-пп "Об утверждении Плана мероприятий по реализации на территории Курской области Федерального закона "Технический регламент о требованиях пожарной безоп</w:t>
      </w:r>
      <w:r>
        <w:rPr>
          <w:sz w:val="28"/>
          <w:szCs w:val="28"/>
        </w:rPr>
        <w:t xml:space="preserve">асности" на 2011 - 2015 годы", </w:t>
      </w:r>
      <w:r w:rsidRPr="00A9769E">
        <w:rPr>
          <w:sz w:val="28"/>
          <w:szCs w:val="28"/>
        </w:rPr>
        <w:t xml:space="preserve"> "Уставом муниципального образования «Первоавгустовский сельсовет» Дмитриевского района Курской области,  в целях организации и выполнения мероприятий по гражданской обороне, обучения населения в области гражданской обороны, обеспечения безопасности людей на водных объектах, защиты населения и территории от ЧС природног</w:t>
      </w:r>
      <w:r>
        <w:rPr>
          <w:sz w:val="28"/>
          <w:szCs w:val="28"/>
        </w:rPr>
        <w:t>о и техногенного характера</w:t>
      </w:r>
      <w:r w:rsidRPr="00A9769E">
        <w:rPr>
          <w:sz w:val="28"/>
          <w:szCs w:val="28"/>
        </w:rPr>
        <w:t>, Администрация Первоавгустовского сельсовета Дмитриевского района ПОСТАНОВЛЯЕТ:</w:t>
      </w:r>
    </w:p>
    <w:p w:rsidR="00575CDE" w:rsidRPr="00A9769E" w:rsidRDefault="00575CDE" w:rsidP="00A404F4">
      <w:pPr>
        <w:pStyle w:val="NoSpacing"/>
        <w:jc w:val="both"/>
        <w:rPr>
          <w:sz w:val="28"/>
          <w:szCs w:val="28"/>
        </w:rPr>
      </w:pPr>
      <w:r w:rsidRPr="00A9769E">
        <w:rPr>
          <w:sz w:val="28"/>
          <w:szCs w:val="28"/>
        </w:rPr>
        <w:t xml:space="preserve">         1.Утвердить прилагаемую программу «За</w:t>
      </w:r>
      <w:r>
        <w:rPr>
          <w:sz w:val="28"/>
          <w:szCs w:val="28"/>
        </w:rPr>
        <w:t xml:space="preserve">щита населения и территорий </w:t>
      </w:r>
      <w:r w:rsidRPr="00A9769E">
        <w:rPr>
          <w:sz w:val="28"/>
          <w:szCs w:val="28"/>
        </w:rPr>
        <w:t>от чрезвычайных ситуаций, обеспечение пожарной безопасности и безоп</w:t>
      </w:r>
      <w:r>
        <w:rPr>
          <w:sz w:val="28"/>
          <w:szCs w:val="28"/>
        </w:rPr>
        <w:t xml:space="preserve">асности людей на водных объектах </w:t>
      </w:r>
      <w:r w:rsidRPr="00A9769E">
        <w:rPr>
          <w:sz w:val="28"/>
          <w:szCs w:val="28"/>
        </w:rPr>
        <w:t xml:space="preserve">муниципального образования «Первоавгустовский сельсовет» Дмитриевского района Курской области </w:t>
      </w:r>
      <w:r>
        <w:rPr>
          <w:sz w:val="28"/>
          <w:szCs w:val="28"/>
        </w:rPr>
        <w:t>на 2015-2017</w:t>
      </w:r>
      <w:r w:rsidRPr="00A9769E">
        <w:rPr>
          <w:sz w:val="28"/>
          <w:szCs w:val="28"/>
        </w:rPr>
        <w:t xml:space="preserve"> годы» (далее Программа)</w:t>
      </w:r>
    </w:p>
    <w:p w:rsidR="00575CDE" w:rsidRPr="00A9769E" w:rsidRDefault="00575CDE" w:rsidP="00A404F4">
      <w:pPr>
        <w:pStyle w:val="NoSpacing"/>
        <w:jc w:val="both"/>
        <w:rPr>
          <w:sz w:val="28"/>
          <w:szCs w:val="28"/>
        </w:rPr>
      </w:pPr>
      <w:r w:rsidRPr="00A9769E">
        <w:rPr>
          <w:sz w:val="28"/>
          <w:szCs w:val="28"/>
        </w:rPr>
        <w:t xml:space="preserve">             2.Контроль за выполнением настоящего решения оставляю за собой.</w:t>
      </w:r>
    </w:p>
    <w:p w:rsidR="00575CDE" w:rsidRPr="00A9769E" w:rsidRDefault="00575CDE" w:rsidP="00A404F4">
      <w:pPr>
        <w:pStyle w:val="NoSpacing"/>
        <w:jc w:val="both"/>
        <w:rPr>
          <w:sz w:val="28"/>
          <w:szCs w:val="28"/>
        </w:rPr>
      </w:pPr>
      <w:r w:rsidRPr="00A9769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 w:rsidRPr="00A9769E">
        <w:rPr>
          <w:sz w:val="28"/>
          <w:szCs w:val="28"/>
        </w:rPr>
        <w:t>3.Постановление вступает в силу со дня его подписания.</w:t>
      </w:r>
    </w:p>
    <w:p w:rsidR="00575CDE" w:rsidRPr="00A9769E" w:rsidRDefault="00575CDE" w:rsidP="00A404F4">
      <w:pPr>
        <w:pStyle w:val="NoSpacing"/>
        <w:jc w:val="both"/>
        <w:rPr>
          <w:sz w:val="28"/>
          <w:szCs w:val="28"/>
        </w:rPr>
      </w:pPr>
      <w:r w:rsidRPr="00A9769E">
        <w:rPr>
          <w:sz w:val="28"/>
          <w:szCs w:val="28"/>
        </w:rPr>
        <w:t xml:space="preserve">Глава Первоавгустовского сельсовета </w:t>
      </w:r>
    </w:p>
    <w:p w:rsidR="00575CDE" w:rsidRPr="00A9769E" w:rsidRDefault="00575CDE" w:rsidP="00A404F4">
      <w:pPr>
        <w:pStyle w:val="NoSpacing"/>
        <w:jc w:val="both"/>
        <w:rPr>
          <w:sz w:val="28"/>
          <w:szCs w:val="28"/>
        </w:rPr>
      </w:pPr>
      <w:r w:rsidRPr="00A9769E">
        <w:rPr>
          <w:sz w:val="28"/>
          <w:szCs w:val="28"/>
        </w:rPr>
        <w:t>Дмитриевского района                                                    В.М. Сафонов</w:t>
      </w:r>
    </w:p>
    <w:p w:rsidR="00575CDE" w:rsidRDefault="00575CDE" w:rsidP="004C0078">
      <w:pPr>
        <w:pStyle w:val="NoSpacing"/>
        <w:tabs>
          <w:tab w:val="left" w:pos="7230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Утверждена</w:t>
      </w:r>
    </w:p>
    <w:p w:rsidR="00575CDE" w:rsidRDefault="00575CDE" w:rsidP="004C0078">
      <w:pPr>
        <w:pStyle w:val="NoSpacing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575CDE" w:rsidRDefault="00575CDE" w:rsidP="004C0078">
      <w:pPr>
        <w:pStyle w:val="NoSpacing"/>
        <w:jc w:val="right"/>
        <w:rPr>
          <w:sz w:val="28"/>
          <w:szCs w:val="28"/>
        </w:rPr>
      </w:pPr>
      <w:r>
        <w:rPr>
          <w:sz w:val="28"/>
          <w:szCs w:val="28"/>
        </w:rPr>
        <w:t>Первоавгустовского сельсовета</w:t>
      </w:r>
    </w:p>
    <w:p w:rsidR="00575CDE" w:rsidRDefault="00575CDE" w:rsidP="004C0078">
      <w:pPr>
        <w:pStyle w:val="NoSpacing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Дмитриевского района </w:t>
      </w:r>
    </w:p>
    <w:p w:rsidR="00575CDE" w:rsidRDefault="00575CDE" w:rsidP="004C0078">
      <w:pPr>
        <w:pStyle w:val="NoSpacing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06 ноября 2014 года № 124 </w:t>
      </w:r>
    </w:p>
    <w:p w:rsidR="00575CDE" w:rsidRDefault="00575CDE" w:rsidP="004C0078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 </w:t>
      </w:r>
    </w:p>
    <w:p w:rsidR="00575CDE" w:rsidRDefault="00575CD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575CDE" w:rsidRDefault="00575CD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575CDE" w:rsidRDefault="00575CD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575CDE" w:rsidRDefault="00575CD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575CDE" w:rsidRDefault="00575CD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575CDE" w:rsidRDefault="00575CD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575CDE" w:rsidRDefault="00575CDE" w:rsidP="004C0078">
      <w:pPr>
        <w:pStyle w:val="NoSpacing"/>
        <w:jc w:val="center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МУНИЦИПАЛЬНАЯ ПРОГРАММА</w:t>
      </w:r>
    </w:p>
    <w:p w:rsidR="00575CDE" w:rsidRPr="004C0078" w:rsidRDefault="00575CDE" w:rsidP="004C0078">
      <w:pPr>
        <w:pStyle w:val="NoSpacing"/>
        <w:jc w:val="center"/>
        <w:rPr>
          <w:sz w:val="28"/>
          <w:szCs w:val="28"/>
        </w:rPr>
      </w:pPr>
      <w:r w:rsidRPr="004C0078">
        <w:rPr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«Первоавгустовский сельсовет» Дмитриевского района Курской области на 2015-2017</w:t>
      </w:r>
      <w:r>
        <w:rPr>
          <w:sz w:val="28"/>
          <w:szCs w:val="28"/>
        </w:rPr>
        <w:t xml:space="preserve"> годы»</w:t>
      </w:r>
    </w:p>
    <w:p w:rsidR="00575CDE" w:rsidRDefault="00575CDE" w:rsidP="004C0078">
      <w:pPr>
        <w:shd w:val="clear" w:color="auto" w:fill="FFFFFF"/>
        <w:spacing w:before="150" w:after="150" w:line="240" w:lineRule="auto"/>
        <w:jc w:val="center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575CDE" w:rsidRDefault="00575CD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575CDE" w:rsidRDefault="00575CD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575CDE" w:rsidRDefault="00575CD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575CDE" w:rsidRDefault="00575CD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575CDE" w:rsidRDefault="00575CD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575CDE" w:rsidRDefault="00575CD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575CDE" w:rsidRDefault="00575CD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575CDE" w:rsidRDefault="00575CD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575CDE" w:rsidRDefault="00575CD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575CDE" w:rsidRDefault="00575CD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575CDE" w:rsidRDefault="00575CD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575CDE" w:rsidRDefault="00575CD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575CDE" w:rsidRDefault="00575CD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575CDE" w:rsidRDefault="00575CD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575CDE" w:rsidRDefault="00575CD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575CDE" w:rsidRDefault="00575CD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575CDE" w:rsidRPr="00202D66" w:rsidRDefault="00575CD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575CDE" w:rsidRPr="00202D66" w:rsidRDefault="00575CDE" w:rsidP="00202D66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hyperlink r:id="rId5" w:tooltip="&quot;Показать страницу для печати для этой страницы.&quot; " w:history="1">
        <w:r w:rsidRPr="0004420E">
          <w:rPr>
            <w:rFonts w:ascii="Arial" w:hAnsi="Arial" w:cs="Arial"/>
            <w:noProof/>
            <w:color w:val="0000FF"/>
            <w:sz w:val="18"/>
            <w:szCs w:val="18"/>
            <w:lang w:eastAsia="ru-RU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1" o:spid="_x0000_i1025" type="#_x0000_t75" alt="Версия для печати" href="http://shtikovo.ru/print/book/export/html" title="&quot;Показать страницу для печати для этой страницы.&quot;" style="width:12pt;height:12pt;visibility:visible" o:button="t">
              <v:fill o:detectmouseclick="t"/>
              <v:imagedata r:id="rId6" o:title=""/>
            </v:shape>
          </w:pict>
        </w:r>
      </w:hyperlink>
    </w:p>
    <w:p w:rsidR="00575CDE" w:rsidRPr="00202D66" w:rsidRDefault="00575CDE" w:rsidP="00202D66">
      <w:pPr>
        <w:shd w:val="clear" w:color="auto" w:fill="FFFFFF"/>
        <w:spacing w:after="105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202D66">
        <w:rPr>
          <w:rFonts w:ascii="Arial" w:hAnsi="Arial" w:cs="Arial"/>
          <w:color w:val="000000"/>
          <w:sz w:val="18"/>
          <w:szCs w:val="18"/>
          <w:lang w:eastAsia="ru-RU"/>
        </w:rPr>
        <w:t> </w:t>
      </w:r>
    </w:p>
    <w:p w:rsidR="00575CDE" w:rsidRPr="00202D66" w:rsidRDefault="00575CDE" w:rsidP="00202D66">
      <w:pPr>
        <w:shd w:val="clear" w:color="auto" w:fill="FFFFFF"/>
        <w:spacing w:after="105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202D66">
        <w:rPr>
          <w:rFonts w:ascii="Arial" w:hAnsi="Arial" w:cs="Arial"/>
          <w:color w:val="000000"/>
          <w:sz w:val="18"/>
          <w:szCs w:val="18"/>
          <w:lang w:eastAsia="ru-RU"/>
        </w:rPr>
        <w:t> </w:t>
      </w:r>
    </w:p>
    <w:p w:rsidR="00575CDE" w:rsidRPr="004C0078" w:rsidRDefault="00575CDE" w:rsidP="00202D66">
      <w:pPr>
        <w:shd w:val="clear" w:color="auto" w:fill="FFFFFF"/>
        <w:spacing w:after="105" w:line="240" w:lineRule="auto"/>
        <w:jc w:val="center"/>
        <w:outlineLvl w:val="2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C0078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ПАСПОРТ</w:t>
      </w:r>
    </w:p>
    <w:p w:rsidR="00575CDE" w:rsidRDefault="00575CDE" w:rsidP="004C0078">
      <w:pPr>
        <w:pStyle w:val="NoSpacing"/>
        <w:jc w:val="center"/>
        <w:rPr>
          <w:sz w:val="28"/>
          <w:szCs w:val="28"/>
        </w:rPr>
      </w:pPr>
      <w:r w:rsidRPr="004C0078">
        <w:rPr>
          <w:bCs/>
          <w:color w:val="000000"/>
          <w:sz w:val="28"/>
          <w:szCs w:val="28"/>
        </w:rPr>
        <w:t>муниципальной программы</w:t>
      </w:r>
      <w:r>
        <w:rPr>
          <w:bCs/>
          <w:color w:val="000000"/>
          <w:sz w:val="28"/>
          <w:szCs w:val="28"/>
        </w:rPr>
        <w:t xml:space="preserve"> </w:t>
      </w:r>
      <w:r w:rsidRPr="004C0078">
        <w:rPr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«Первоавгустовский сельсовет» Дмитриевского района Курской области на 2015-2017 годы</w:t>
      </w:r>
    </w:p>
    <w:p w:rsidR="00575CDE" w:rsidRPr="004C0078" w:rsidRDefault="00575CDE" w:rsidP="004C0078">
      <w:pPr>
        <w:pStyle w:val="NoSpacing"/>
        <w:jc w:val="center"/>
        <w:rPr>
          <w:sz w:val="28"/>
          <w:szCs w:val="28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A0"/>
      </w:tblPr>
      <w:tblGrid>
        <w:gridCol w:w="2704"/>
        <w:gridCol w:w="6801"/>
      </w:tblGrid>
      <w:tr w:rsidR="00575CDE" w:rsidRPr="00330102" w:rsidTr="00202D66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5CDE" w:rsidRPr="004C0078" w:rsidRDefault="00575CDE" w:rsidP="00202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Полное наименование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5CDE" w:rsidRPr="001F1A8B" w:rsidRDefault="00575CDE" w:rsidP="00036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F1A8B">
              <w:rPr>
                <w:rFonts w:ascii="Times New Roman" w:hAnsi="Times New Roman"/>
                <w:sz w:val="28"/>
                <w:szCs w:val="28"/>
              </w:rPr>
              <w:t>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«Первоавгустовский сельсовет» Дмитриевского района Курской области на 2015-2017 годы</w:t>
            </w:r>
          </w:p>
        </w:tc>
      </w:tr>
      <w:tr w:rsidR="00575CDE" w:rsidRPr="00330102" w:rsidTr="00202D66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5CDE" w:rsidRPr="004C0078" w:rsidRDefault="00575CDE" w:rsidP="00202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5CDE" w:rsidRDefault="00575CDE" w:rsidP="00036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Федеральные законы от 21.12.1994 №68-ФЗ «О защите населения и территорий от чрезвычайных ситуаций природн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ого и техногенного характера», </w:t>
            </w:r>
          </w:p>
          <w:p w:rsidR="00575CDE" w:rsidRPr="004C0078" w:rsidRDefault="00575CDE" w:rsidP="00036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№ 69-ФЗ от 21.12.1994 г."О</w:t>
            </w:r>
            <w:r w:rsidRPr="004C00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пожарной безопасности", от 12.02.1998 №28-ФЗ «О гражданской обороне», от 06.10.2003 №131 "Об общих принципах организации местного самоуправления в РФ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575CDE" w:rsidRPr="00330102" w:rsidTr="00202D66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5CDE" w:rsidRPr="004C0078" w:rsidRDefault="00575CDE" w:rsidP="00202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5CDE" w:rsidRPr="004C0078" w:rsidRDefault="00575CDE" w:rsidP="00036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Первоавгустовского сельсовета Дмитриевского района Курской области</w:t>
            </w:r>
          </w:p>
        </w:tc>
      </w:tr>
      <w:tr w:rsidR="00575CDE" w:rsidRPr="00330102" w:rsidTr="00202D66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5CDE" w:rsidRPr="004C0078" w:rsidRDefault="00575CDE" w:rsidP="00202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5CDE" w:rsidRPr="004C0078" w:rsidRDefault="00575CDE" w:rsidP="00036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Первоавгустовского сельсовета Дмитриевского района Курской области</w:t>
            </w:r>
          </w:p>
        </w:tc>
      </w:tr>
      <w:tr w:rsidR="00575CDE" w:rsidRPr="00330102" w:rsidTr="00202D66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5CDE" w:rsidRPr="004C0078" w:rsidRDefault="00575CDE" w:rsidP="00202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Сроки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5CDE" w:rsidRPr="004C0078" w:rsidRDefault="00575CDE" w:rsidP="00036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риод реализации программы – 2015</w:t>
            </w:r>
            <w:r w:rsidRPr="004C00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-2017 год</w:t>
            </w:r>
          </w:p>
        </w:tc>
      </w:tr>
      <w:tr w:rsidR="00575CDE" w:rsidRPr="00330102" w:rsidTr="00202D66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5CDE" w:rsidRPr="004C0078" w:rsidRDefault="00575CDE" w:rsidP="00202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Структура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5CDE" w:rsidRPr="004C0078" w:rsidRDefault="00575CDE" w:rsidP="00036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Подпрограмма 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Снижение рисков и смягчение последствий чрезвычайных ситуаций природного и техногенного характера в муниципальном образовании «Первоавгустовский сельсовет» Дмитриевского района на 2015-2017 годы »</w:t>
            </w:r>
          </w:p>
        </w:tc>
      </w:tr>
      <w:tr w:rsidR="00575CDE" w:rsidRPr="00330102" w:rsidTr="00202D66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5CDE" w:rsidRPr="004C0078" w:rsidRDefault="00575CDE" w:rsidP="00847B3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Основные цели  </w:t>
            </w:r>
            <w:r w:rsidRPr="004C0078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5CDE" w:rsidRPr="004C0078" w:rsidRDefault="00575CDE" w:rsidP="00036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Обеспечение комплексной безопасности, минимизация социально-экономического ущерба, наносимого населению муниципального образования в результате возможных чрезвычайных ситуаций природного и техногенного характера, пожаров, происшествий на водных объектах.</w:t>
            </w:r>
          </w:p>
        </w:tc>
      </w:tr>
      <w:tr w:rsidR="00575CDE" w:rsidRPr="00330102" w:rsidTr="00202D66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5CDE" w:rsidRPr="004C0078" w:rsidRDefault="00575CDE" w:rsidP="00202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5CDE" w:rsidRPr="004C0078" w:rsidRDefault="00575CDE" w:rsidP="00036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объектах, а также ликвидации последствий террористических актов и военных действий;</w:t>
            </w:r>
            <w:r w:rsidRPr="004C00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Обеспечение и поддержание в готовности сил и средств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объектах;</w:t>
            </w:r>
            <w:r w:rsidRPr="004C00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Обеспечение эффективной деятельности и управления в системе мобилизационной подготовки, гражданской обороны, защиты населения и территории от чрезвычайных ситуаций, обеспечения пожарной безопасности и безопасности людей на водных объектах.</w:t>
            </w:r>
            <w:r w:rsidRPr="004C00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Обучение населения в области гражданской обороны и чрезвычайных ситуаций</w:t>
            </w:r>
            <w:r w:rsidRPr="004C00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Совершенствование системы информирования и оповещения населения;</w:t>
            </w:r>
            <w:r w:rsidRPr="004C00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Совершенствование системы управления в кризисных ситуациях;</w:t>
            </w:r>
            <w:r w:rsidRPr="004C00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Развитие и совершенствование техническими средствами сил для ликвидации чрезвычайных ситуаций;</w:t>
            </w:r>
            <w:r w:rsidRPr="004C00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Снижение количества пожаров, гибели и травматизма людей, материального ущерба от пожаров;</w:t>
            </w:r>
            <w:r w:rsidRPr="004C00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Дальнейшее развитие и совершенствование добровольной пожарной охраны, путем обеспечения материально-техническими средствами добровольных противопожарных формирований поселения;</w:t>
            </w:r>
            <w:r w:rsidRPr="004C00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Совершенствование системы обеспечения безопасности людей на водных объектах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575CDE" w:rsidRPr="00330102" w:rsidTr="00202D66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5CDE" w:rsidRPr="00CF6812" w:rsidRDefault="00575CDE" w:rsidP="00202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Целевые индикаторы и показатели 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5CDE" w:rsidRPr="00137E97" w:rsidRDefault="00575CDE" w:rsidP="00C03D94">
            <w:pPr>
              <w:pStyle w:val="NoSpacing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количества населения, погибшего, травмированного и пострадавшего вследствие деструктивных событий;</w:t>
            </w:r>
          </w:p>
          <w:p w:rsidR="00575CDE" w:rsidRPr="00137E97" w:rsidRDefault="00575CDE" w:rsidP="00C03D94">
            <w:pPr>
              <w:pStyle w:val="NoSpacing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Увеличение количества населения, спасенного при возникновении деструктивных событий;</w:t>
            </w:r>
          </w:p>
          <w:p w:rsidR="00575CDE" w:rsidRPr="00137E97" w:rsidRDefault="00575CDE" w:rsidP="00C03D94">
            <w:pPr>
              <w:pStyle w:val="NoSpacing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количества пожаров;</w:t>
            </w:r>
          </w:p>
          <w:p w:rsidR="00575CDE" w:rsidRPr="00137E97" w:rsidRDefault="00575CDE" w:rsidP="00C03D94">
            <w:pPr>
              <w:pStyle w:val="NoSpacing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количества погибших людей на пожарах;</w:t>
            </w:r>
          </w:p>
          <w:p w:rsidR="00575CDE" w:rsidRPr="00137E97" w:rsidRDefault="00575CDE" w:rsidP="00C03D94">
            <w:pPr>
              <w:pStyle w:val="NoSpacing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количества людей, получивших травму при пожаре;</w:t>
            </w:r>
          </w:p>
          <w:p w:rsidR="00575CDE" w:rsidRPr="00137E97" w:rsidRDefault="00575CDE" w:rsidP="00C03D94">
            <w:pPr>
              <w:pStyle w:val="NoSpacing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Увеличение числа спасенных людей на пожарах;</w:t>
            </w:r>
          </w:p>
          <w:p w:rsidR="00575CDE" w:rsidRPr="004C0078" w:rsidRDefault="00575CDE" w:rsidP="00C03D94">
            <w:pPr>
              <w:pStyle w:val="NoSpacing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гибели людей на водных объектах</w:t>
            </w:r>
            <w:r>
              <w:rPr>
                <w:sz w:val="28"/>
                <w:szCs w:val="28"/>
              </w:rPr>
              <w:t>.</w:t>
            </w:r>
          </w:p>
        </w:tc>
      </w:tr>
      <w:tr w:rsidR="00575CDE" w:rsidRPr="00330102" w:rsidTr="00202D66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5CDE" w:rsidRPr="00CF6812" w:rsidRDefault="00575CDE" w:rsidP="00202D6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F6812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5CDE" w:rsidRDefault="00575CDE" w:rsidP="00542F2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Общий объем финансирования Программы за счет средств бюджета муниципального образования –</w:t>
            </w:r>
          </w:p>
          <w:p w:rsidR="00575CDE" w:rsidRDefault="00575CDE" w:rsidP="00C03D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 тыс. руб., в том числе: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2015 год –  10 тыс. руб.;</w:t>
            </w:r>
          </w:p>
          <w:p w:rsidR="00575CDE" w:rsidRDefault="00575CDE" w:rsidP="00C03D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2016 год – 10 тыс. руб.;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2017 год – 10 тыс.</w:t>
            </w:r>
            <w:r w:rsidRPr="004C00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руб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575CDE" w:rsidRPr="00330102" w:rsidTr="00202D66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5CDE" w:rsidRPr="00CF6812" w:rsidRDefault="00575CDE" w:rsidP="00202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Ожидаемые </w:t>
            </w:r>
            <w:r w:rsidRPr="00CF6812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результаты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5CDE" w:rsidRPr="004C0078" w:rsidRDefault="00575CDE" w:rsidP="00542F2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Снижение общего количества пожаров 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 территории муниципального образования</w:t>
            </w:r>
            <w:r w:rsidRPr="004C00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  <w:r w:rsidRPr="004C00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Снижение количества погибших и травмированных при пожарах людей.</w:t>
            </w:r>
            <w:r w:rsidRPr="004C00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Снижение материальных потерь от пожаров;</w:t>
            </w:r>
            <w:r w:rsidRPr="004C00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Повышение готовности подразделений добровольной пожарной охраны;</w:t>
            </w:r>
            <w:r w:rsidRPr="004C00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Сокращение времени реагирования на чрезвычайные ситуации, связанные с пожарами, а также времени и затрат на их ликвидацию;</w:t>
            </w:r>
            <w:r w:rsidRPr="004C00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Обеспечения безопасности людей на водных объектах;</w:t>
            </w:r>
            <w:r w:rsidRPr="004C00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Снижение рисков чрезвычайных ситуаций природного и техногенного характера;</w:t>
            </w:r>
            <w:r w:rsidRPr="004C00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Повышение уровня безопасности населения и защищенности населения важных объектов от угроз природного и техногенного характера</w:t>
            </w:r>
          </w:p>
        </w:tc>
      </w:tr>
      <w:tr w:rsidR="00575CDE" w:rsidRPr="00330102" w:rsidTr="00202D66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5CDE" w:rsidRPr="00CF6812" w:rsidRDefault="00575CDE" w:rsidP="00202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F6812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Исполнитель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5CDE" w:rsidRPr="004C0078" w:rsidRDefault="00575CDE" w:rsidP="00542F2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Первоавгустовского сельсовета Дмитриевского района Курской области</w:t>
            </w:r>
          </w:p>
        </w:tc>
      </w:tr>
      <w:tr w:rsidR="00575CDE" w:rsidRPr="00330102" w:rsidTr="00202D66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5CDE" w:rsidRPr="00CF6812" w:rsidRDefault="00575CDE" w:rsidP="00202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F6812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Организация контроля выполнения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5CDE" w:rsidRPr="004C0078" w:rsidRDefault="00575CDE" w:rsidP="00542F2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Первоавгустовского сельсовета Дмитриевского района Курской области</w:t>
            </w:r>
          </w:p>
        </w:tc>
      </w:tr>
    </w:tbl>
    <w:p w:rsidR="00575CDE" w:rsidRDefault="00575CDE" w:rsidP="00202D66">
      <w:pPr>
        <w:shd w:val="clear" w:color="auto" w:fill="FFFFFF"/>
        <w:spacing w:after="105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0078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575CDE" w:rsidRDefault="00575CDE" w:rsidP="00202D66">
      <w:pPr>
        <w:shd w:val="clear" w:color="auto" w:fill="FFFFFF"/>
        <w:spacing w:after="105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75CDE" w:rsidRDefault="00575CDE" w:rsidP="00202D66">
      <w:pPr>
        <w:shd w:val="clear" w:color="auto" w:fill="FFFFFF"/>
        <w:spacing w:after="105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75CDE" w:rsidRDefault="00575CDE" w:rsidP="00202D66">
      <w:pPr>
        <w:shd w:val="clear" w:color="auto" w:fill="FFFFFF"/>
        <w:spacing w:after="105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75CDE" w:rsidRDefault="00575CDE" w:rsidP="00202D66">
      <w:pPr>
        <w:shd w:val="clear" w:color="auto" w:fill="FFFFFF"/>
        <w:spacing w:after="105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75CDE" w:rsidRDefault="00575CDE" w:rsidP="00202D66">
      <w:pPr>
        <w:shd w:val="clear" w:color="auto" w:fill="FFFFFF"/>
        <w:spacing w:after="105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75CDE" w:rsidRDefault="00575CDE" w:rsidP="00202D66">
      <w:pPr>
        <w:shd w:val="clear" w:color="auto" w:fill="FFFFFF"/>
        <w:spacing w:after="105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75CDE" w:rsidRDefault="00575CDE" w:rsidP="00202D66">
      <w:pPr>
        <w:shd w:val="clear" w:color="auto" w:fill="FFFFFF"/>
        <w:spacing w:after="105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75CDE" w:rsidRDefault="00575CDE" w:rsidP="00202D66">
      <w:pPr>
        <w:shd w:val="clear" w:color="auto" w:fill="FFFFFF"/>
        <w:spacing w:after="105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75CDE" w:rsidRPr="004C0078" w:rsidRDefault="00575CDE" w:rsidP="00202D66">
      <w:pPr>
        <w:shd w:val="clear" w:color="auto" w:fill="FFFFFF"/>
        <w:spacing w:after="105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75CDE" w:rsidRPr="00CF6812" w:rsidRDefault="00575CDE" w:rsidP="00CF6812">
      <w:pPr>
        <w:pStyle w:val="NoSpacing"/>
        <w:jc w:val="center"/>
        <w:rPr>
          <w:b/>
          <w:sz w:val="28"/>
          <w:szCs w:val="28"/>
        </w:rPr>
      </w:pPr>
      <w:r w:rsidRPr="00CF6812">
        <w:rPr>
          <w:b/>
          <w:sz w:val="28"/>
          <w:szCs w:val="28"/>
          <w:lang w:val="en-US"/>
        </w:rPr>
        <w:t>I</w:t>
      </w:r>
      <w:r w:rsidRPr="00CF6812">
        <w:rPr>
          <w:b/>
          <w:sz w:val="28"/>
          <w:szCs w:val="28"/>
        </w:rPr>
        <w:t>.Характеристика проблемы, на решение которой</w:t>
      </w:r>
    </w:p>
    <w:p w:rsidR="00575CDE" w:rsidRDefault="00575CDE" w:rsidP="00CF6812">
      <w:pPr>
        <w:pStyle w:val="NoSpacing"/>
        <w:jc w:val="center"/>
        <w:rPr>
          <w:b/>
          <w:sz w:val="28"/>
          <w:szCs w:val="28"/>
        </w:rPr>
      </w:pPr>
      <w:r w:rsidRPr="00CF6812">
        <w:rPr>
          <w:b/>
          <w:sz w:val="28"/>
          <w:szCs w:val="28"/>
        </w:rPr>
        <w:t>направлена Программа</w:t>
      </w:r>
    </w:p>
    <w:p w:rsidR="00575CDE" w:rsidRPr="00CF6812" w:rsidRDefault="00575CDE" w:rsidP="00CF6812">
      <w:pPr>
        <w:pStyle w:val="NoSpacing"/>
        <w:jc w:val="center"/>
        <w:rPr>
          <w:b/>
          <w:sz w:val="28"/>
          <w:szCs w:val="28"/>
        </w:rPr>
      </w:pPr>
    </w:p>
    <w:p w:rsidR="00575CDE" w:rsidRPr="00CF6812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F6812">
        <w:rPr>
          <w:sz w:val="28"/>
          <w:szCs w:val="28"/>
        </w:rPr>
        <w:t>Чрезвычайные ситуации в современной действительности все чаще становятся серьезной угрозой общественной стабилизации, наносят непоправимый ущерб здоровью и материальному достатку людей. В последнее десятилетие количество опасных природных явлений и крупных техногенных катастроф на территории Российской Федерации ежегодно растет, при этом количество чрезвычайных ситуаций и погибших в них людей на протяжении последних лет неуклонно снижается. Это говорит о высокой эффективности предупредительных мероприятий и мероприятий по ликвидации чрезвычайных ситуаций (далее – ЧС). Вместе с тем риски природных и техногенных ЧС, возникающие в процессе глобального изменения климата, хозяйственной деятельности или в результате крупных техногенных аварий и катастроф, несут значительную угрозу для населения и объектов экономики. Аналогичная ситуация наблюдается в отношении пожаров и происшествий на водных объектах.</w:t>
      </w:r>
    </w:p>
    <w:p w:rsidR="00575CDE" w:rsidRPr="00CF6812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F6812">
        <w:rPr>
          <w:sz w:val="28"/>
          <w:szCs w:val="28"/>
        </w:rPr>
        <w:t>Суть проблемы заключается в необходимости достижения положительных результатов по снижению количества пожаров, чрезвычайных ситуаций на водных объектах и повышения уровня безопасности населения и защищенности особо важных объектов от угроз природного и техногенного характера.</w:t>
      </w:r>
    </w:p>
    <w:p w:rsidR="00575CDE" w:rsidRPr="00CF6812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F6812">
        <w:rPr>
          <w:sz w:val="28"/>
          <w:szCs w:val="28"/>
        </w:rPr>
        <w:t>Пожарная опасность в современной обстановке стала серьезной угрозой для общественной стабилизации, спокойствия и материального достатка людей.</w:t>
      </w:r>
      <w:r>
        <w:rPr>
          <w:sz w:val="28"/>
          <w:szCs w:val="28"/>
        </w:rPr>
        <w:t xml:space="preserve"> </w:t>
      </w:r>
      <w:r w:rsidRPr="00CF6812">
        <w:rPr>
          <w:sz w:val="28"/>
          <w:szCs w:val="28"/>
        </w:rPr>
        <w:t>Противодействовать пожарам, являющимся следствием нищеты и алкоголизма, становится с каждым годом все сложнее. Не дают должного эффекта меры административного воздействия к нарушителям правил пожарной безопасности.</w:t>
      </w:r>
    </w:p>
    <w:p w:rsidR="00575CDE" w:rsidRPr="00CF6812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F6812">
        <w:rPr>
          <w:sz w:val="28"/>
          <w:szCs w:val="28"/>
        </w:rPr>
        <w:t>Социальную напряженность в обществе вызывают чрезвычайные ситуации, инициируемые авариями на объектах жилищно-коммунального хозяйства, особенно в зимний период.</w:t>
      </w:r>
    </w:p>
    <w:p w:rsidR="00575CDE" w:rsidRPr="00CF6812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F6812">
        <w:rPr>
          <w:sz w:val="28"/>
          <w:szCs w:val="28"/>
        </w:rPr>
        <w:t>Для повышения у населения уровня подготовленности, сознательности и убежденности в необходимости и важности правильных действий по обеспечению пожарной безопасности, безопасности на водных объектах, предупреждению и ликвидации чрезвычайных ситуаций, уверенности в эффективности применяемых средств и методов внедрения норм безопасного поведения в окружающей обстановке, а также для оперативного оповещения и информирования населения в чрезвычайных ситуациях с учетом постоянного увеличения потока информации о различных возникающих опасностях необходимо активно использовать современные информационные и телекоммуникационные технологии.</w:t>
      </w:r>
    </w:p>
    <w:p w:rsidR="00575CDE" w:rsidRPr="00CF6812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F6812">
        <w:rPr>
          <w:sz w:val="28"/>
          <w:szCs w:val="28"/>
        </w:rPr>
        <w:t>Важную роль в прогнозировании опасных ситуаций и своевременности реагирования играют также современные средства профилактики чрезвычайных ситуаций в местах массового пребывания людей.</w:t>
      </w:r>
    </w:p>
    <w:p w:rsidR="00575CDE" w:rsidRPr="00CF6812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F6812">
        <w:rPr>
          <w:sz w:val="28"/>
          <w:szCs w:val="28"/>
        </w:rPr>
        <w:t>Решение задачи по ускорению оперативного реагирования на чрезвычайные ситуации возможно при последовательном развитии и совершенствовании технической оснащенности, сил и средств</w:t>
      </w:r>
      <w:r>
        <w:rPr>
          <w:sz w:val="28"/>
          <w:szCs w:val="28"/>
        </w:rPr>
        <w:t>,</w:t>
      </w:r>
      <w:r w:rsidRPr="00CF6812">
        <w:rPr>
          <w:sz w:val="28"/>
          <w:szCs w:val="28"/>
        </w:rPr>
        <w:t xml:space="preserve"> для ликвидации угроз возникновения чрезвычайных ситуаций.</w:t>
      </w:r>
    </w:p>
    <w:p w:rsidR="00575CDE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F6812">
        <w:rPr>
          <w:sz w:val="28"/>
          <w:szCs w:val="28"/>
        </w:rPr>
        <w:t>Возникающие ситуации при использовании водных акваторий требуют разработки и применения адекватных мер по совершенствованию комплексной системы обеспечения безопасности людей на водных объектах: осуществление технического надзора за местами массового отдыха на водоемах – и обеспечения охраны жизни людей на водных объектах.</w:t>
      </w:r>
    </w:p>
    <w:p w:rsidR="00575CDE" w:rsidRPr="00CF6812" w:rsidRDefault="00575CDE" w:rsidP="001F1A8B">
      <w:pPr>
        <w:pStyle w:val="NoSpacing"/>
        <w:jc w:val="both"/>
        <w:rPr>
          <w:sz w:val="28"/>
          <w:szCs w:val="28"/>
        </w:rPr>
      </w:pPr>
    </w:p>
    <w:p w:rsidR="00575CDE" w:rsidRPr="0059570A" w:rsidRDefault="00575CDE" w:rsidP="00542F21">
      <w:pPr>
        <w:pStyle w:val="NoSpacing"/>
        <w:jc w:val="center"/>
        <w:rPr>
          <w:b/>
          <w:sz w:val="28"/>
          <w:szCs w:val="28"/>
        </w:rPr>
      </w:pPr>
      <w:r w:rsidRPr="0059570A">
        <w:rPr>
          <w:b/>
          <w:sz w:val="28"/>
          <w:szCs w:val="28"/>
          <w:lang w:val="en-US"/>
        </w:rPr>
        <w:t>II</w:t>
      </w:r>
      <w:r w:rsidRPr="0059570A">
        <w:rPr>
          <w:b/>
          <w:sz w:val="28"/>
          <w:szCs w:val="28"/>
        </w:rPr>
        <w:t>. Основные цели и задачи Программы с указание сроков и этапов ее реализации, а также целевые индикаторы</w:t>
      </w:r>
    </w:p>
    <w:p w:rsidR="00575CDE" w:rsidRPr="0059570A" w:rsidRDefault="00575CDE" w:rsidP="00542F21">
      <w:pPr>
        <w:pStyle w:val="NoSpacing"/>
        <w:jc w:val="center"/>
        <w:rPr>
          <w:b/>
          <w:sz w:val="28"/>
          <w:szCs w:val="28"/>
        </w:rPr>
      </w:pPr>
      <w:r w:rsidRPr="0059570A">
        <w:rPr>
          <w:b/>
          <w:sz w:val="28"/>
          <w:szCs w:val="28"/>
        </w:rPr>
        <w:t>и показатели, характеризующие эффективность</w:t>
      </w:r>
    </w:p>
    <w:p w:rsidR="00575CDE" w:rsidRDefault="00575CDE" w:rsidP="00542F21">
      <w:pPr>
        <w:pStyle w:val="NoSpacing"/>
        <w:jc w:val="center"/>
        <w:rPr>
          <w:b/>
          <w:sz w:val="28"/>
          <w:szCs w:val="28"/>
        </w:rPr>
      </w:pPr>
      <w:r w:rsidRPr="0059570A">
        <w:rPr>
          <w:b/>
          <w:sz w:val="28"/>
          <w:szCs w:val="28"/>
        </w:rPr>
        <w:t>реализации Программы</w:t>
      </w:r>
    </w:p>
    <w:p w:rsidR="00575CDE" w:rsidRPr="0059570A" w:rsidRDefault="00575CDE" w:rsidP="001F1A8B">
      <w:pPr>
        <w:pStyle w:val="NoSpacing"/>
        <w:jc w:val="both"/>
        <w:rPr>
          <w:b/>
          <w:sz w:val="28"/>
          <w:szCs w:val="28"/>
        </w:rPr>
      </w:pPr>
    </w:p>
    <w:p w:rsidR="00575CDE" w:rsidRPr="00CF6812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F6812">
        <w:rPr>
          <w:sz w:val="28"/>
          <w:szCs w:val="28"/>
        </w:rPr>
        <w:t>Основной целью Программы являются совершенствование системы подготовки всех категорий населения в области ГО ЧС, создание необходимых условий для обеспечения п</w:t>
      </w:r>
      <w:r>
        <w:rPr>
          <w:sz w:val="28"/>
          <w:szCs w:val="28"/>
        </w:rPr>
        <w:t>ожарной безопасности в муниципальном образовании</w:t>
      </w:r>
      <w:r w:rsidRPr="00CF6812">
        <w:rPr>
          <w:sz w:val="28"/>
          <w:szCs w:val="28"/>
        </w:rPr>
        <w:t>, сокращение людских и материальных потерь от огня, безопасности на водных объектах, повышение безопасности населения и защищенности особо важных объектов от угроз природного и техногенного характера, а также обеспечение необходимых условий для безопасности жизнедеятельности и устойчивого социально-экономического развития поселения.</w:t>
      </w:r>
    </w:p>
    <w:p w:rsidR="00575CDE" w:rsidRPr="00CF6812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F6812">
        <w:rPr>
          <w:sz w:val="28"/>
          <w:szCs w:val="28"/>
        </w:rPr>
        <w:t>Для достижения этой цели необходимо решить ряд основных задач:</w:t>
      </w:r>
    </w:p>
    <w:p w:rsidR="00575CDE" w:rsidRPr="00CF6812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F6812">
        <w:rPr>
          <w:sz w:val="28"/>
          <w:szCs w:val="28"/>
        </w:rPr>
        <w:t>- развитие и совершенствование технической оснащенности, сил и средств ГО и ЧС;</w:t>
      </w:r>
    </w:p>
    <w:p w:rsidR="00575CDE" w:rsidRPr="00CF6812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F6812">
        <w:rPr>
          <w:sz w:val="28"/>
          <w:szCs w:val="28"/>
        </w:rPr>
        <w:t>- совершенствование системы оповещения населения;</w:t>
      </w:r>
    </w:p>
    <w:p w:rsidR="00575CDE" w:rsidRPr="00CF6812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F6812">
        <w:rPr>
          <w:sz w:val="28"/>
          <w:szCs w:val="28"/>
        </w:rPr>
        <w:t>- дальнейшее развитие и совершенствование добровольной пожарной охраны, путем обеспечения материально-техническими средствами добровольных противопожарных формирований поселения;</w:t>
      </w:r>
    </w:p>
    <w:p w:rsidR="00575CDE" w:rsidRPr="00CF6812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F6812">
        <w:rPr>
          <w:sz w:val="28"/>
          <w:szCs w:val="28"/>
        </w:rPr>
        <w:t>- приведе</w:t>
      </w:r>
      <w:r>
        <w:rPr>
          <w:sz w:val="28"/>
          <w:szCs w:val="28"/>
        </w:rPr>
        <w:t>ние населённых пунктов муниципального образования</w:t>
      </w:r>
      <w:r w:rsidRPr="00CF6812">
        <w:rPr>
          <w:sz w:val="28"/>
          <w:szCs w:val="28"/>
        </w:rPr>
        <w:t xml:space="preserve"> в пожаробезопасное состояние путем оснащения сельских территорий противопожарным оборудованием и приведением источников наружного водоснабжения в соответствии с установленными требованиями;</w:t>
      </w:r>
    </w:p>
    <w:p w:rsidR="00575CDE" w:rsidRPr="00CF6812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F6812">
        <w:rPr>
          <w:sz w:val="28"/>
          <w:szCs w:val="28"/>
        </w:rPr>
        <w:t>- совершенствование профилактической работы;</w:t>
      </w:r>
    </w:p>
    <w:p w:rsidR="00575CDE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F6812">
        <w:rPr>
          <w:sz w:val="28"/>
          <w:szCs w:val="28"/>
        </w:rPr>
        <w:t>- совершенствование системы обеспечения безопасности людей на водных объектах</w:t>
      </w:r>
      <w:r>
        <w:rPr>
          <w:sz w:val="28"/>
          <w:szCs w:val="28"/>
        </w:rPr>
        <w:t>.</w:t>
      </w:r>
    </w:p>
    <w:p w:rsidR="00575CDE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Целевые индикаторы и показатели характеризующие эффективность реализации Программы:</w:t>
      </w:r>
    </w:p>
    <w:p w:rsidR="00575CDE" w:rsidRPr="00137E97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-с</w:t>
      </w:r>
      <w:r w:rsidRPr="00137E97">
        <w:rPr>
          <w:sz w:val="28"/>
          <w:szCs w:val="28"/>
        </w:rPr>
        <w:t>нижение количества населения, погибшего, травмированного и пострадавшего вследствие деструктивных событий;</w:t>
      </w:r>
    </w:p>
    <w:p w:rsidR="00575CDE" w:rsidRPr="00137E97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-у</w:t>
      </w:r>
      <w:r w:rsidRPr="00137E97">
        <w:rPr>
          <w:sz w:val="28"/>
          <w:szCs w:val="28"/>
        </w:rPr>
        <w:t>величение количества населения, спасенного при возникновении деструктивных событий;</w:t>
      </w:r>
    </w:p>
    <w:p w:rsidR="00575CDE" w:rsidRPr="00137E97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-с</w:t>
      </w:r>
      <w:r w:rsidRPr="00137E97">
        <w:rPr>
          <w:sz w:val="28"/>
          <w:szCs w:val="28"/>
        </w:rPr>
        <w:t>нижение количества пожаров;</w:t>
      </w:r>
    </w:p>
    <w:p w:rsidR="00575CDE" w:rsidRPr="00137E97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-с</w:t>
      </w:r>
      <w:r w:rsidRPr="00137E97">
        <w:rPr>
          <w:sz w:val="28"/>
          <w:szCs w:val="28"/>
        </w:rPr>
        <w:t>нижение количества погибших людей на пожарах;</w:t>
      </w:r>
    </w:p>
    <w:p w:rsidR="00575CDE" w:rsidRPr="00137E97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-с</w:t>
      </w:r>
      <w:r w:rsidRPr="00137E97">
        <w:rPr>
          <w:sz w:val="28"/>
          <w:szCs w:val="28"/>
        </w:rPr>
        <w:t>нижение количества людей, получивших травму при пожаре;</w:t>
      </w:r>
    </w:p>
    <w:p w:rsidR="00575CDE" w:rsidRPr="00137E97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-у</w:t>
      </w:r>
      <w:r w:rsidRPr="00137E97">
        <w:rPr>
          <w:sz w:val="28"/>
          <w:szCs w:val="28"/>
        </w:rPr>
        <w:t>величение числа спасенных людей на пожарах;</w:t>
      </w:r>
    </w:p>
    <w:p w:rsidR="00575CDE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-с</w:t>
      </w:r>
      <w:r w:rsidRPr="00137E97">
        <w:rPr>
          <w:sz w:val="28"/>
          <w:szCs w:val="28"/>
        </w:rPr>
        <w:t>нижение гибели людей на водных объектах</w:t>
      </w:r>
      <w:r>
        <w:rPr>
          <w:sz w:val="28"/>
          <w:szCs w:val="28"/>
        </w:rPr>
        <w:t>.</w:t>
      </w:r>
    </w:p>
    <w:p w:rsidR="00575CDE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Программа будет реализована в 1 этап в течение 2015-2017 годов.</w:t>
      </w:r>
    </w:p>
    <w:p w:rsidR="00575CDE" w:rsidRPr="00CF6812" w:rsidRDefault="00575CDE" w:rsidP="001F1A8B">
      <w:pPr>
        <w:pStyle w:val="NoSpacing"/>
        <w:jc w:val="both"/>
        <w:rPr>
          <w:sz w:val="28"/>
          <w:szCs w:val="28"/>
        </w:rPr>
      </w:pPr>
    </w:p>
    <w:p w:rsidR="00575CDE" w:rsidRPr="00847B39" w:rsidRDefault="00575CDE" w:rsidP="00542F21">
      <w:pPr>
        <w:pStyle w:val="NoSpacing"/>
        <w:jc w:val="center"/>
        <w:rPr>
          <w:b/>
          <w:sz w:val="28"/>
          <w:szCs w:val="28"/>
        </w:rPr>
      </w:pPr>
      <w:r w:rsidRPr="00847B39">
        <w:rPr>
          <w:b/>
          <w:sz w:val="28"/>
          <w:szCs w:val="28"/>
          <w:lang w:val="en-US"/>
        </w:rPr>
        <w:t>III</w:t>
      </w:r>
      <w:r w:rsidRPr="00847B39">
        <w:rPr>
          <w:b/>
          <w:sz w:val="28"/>
          <w:szCs w:val="28"/>
        </w:rPr>
        <w:t>.Перечень программных мероприятий, сроки их реализации</w:t>
      </w:r>
    </w:p>
    <w:p w:rsidR="00575CDE" w:rsidRPr="00847B39" w:rsidRDefault="00575CDE" w:rsidP="00542F21">
      <w:pPr>
        <w:pStyle w:val="NoSpacing"/>
        <w:jc w:val="center"/>
        <w:rPr>
          <w:b/>
          <w:sz w:val="28"/>
          <w:szCs w:val="28"/>
        </w:rPr>
      </w:pPr>
      <w:r w:rsidRPr="00847B39">
        <w:rPr>
          <w:b/>
          <w:sz w:val="28"/>
          <w:szCs w:val="28"/>
        </w:rPr>
        <w:t>и объемы финансирования</w:t>
      </w:r>
    </w:p>
    <w:p w:rsidR="00575CDE" w:rsidRDefault="00575CDE" w:rsidP="001F1A8B">
      <w:pPr>
        <w:pStyle w:val="NoSpacing"/>
        <w:jc w:val="both"/>
        <w:rPr>
          <w:sz w:val="28"/>
          <w:szCs w:val="28"/>
        </w:rPr>
      </w:pPr>
    </w:p>
    <w:p w:rsidR="00575CDE" w:rsidRPr="00B13EC7" w:rsidRDefault="00575CDE" w:rsidP="001F1A8B">
      <w:pPr>
        <w:pStyle w:val="NoSpacing"/>
        <w:jc w:val="both"/>
        <w:rPr>
          <w:sz w:val="28"/>
          <w:szCs w:val="28"/>
        </w:rPr>
      </w:pPr>
      <w:r>
        <w:t xml:space="preserve">            </w:t>
      </w:r>
      <w:r w:rsidRPr="00B13EC7">
        <w:rPr>
          <w:sz w:val="28"/>
          <w:szCs w:val="28"/>
        </w:rPr>
        <w:t>Реализация Программы предусматривает  осуществление следующих мероприятий:</w:t>
      </w:r>
      <w:r w:rsidRPr="00B13EC7">
        <w:rPr>
          <w:color w:val="000000"/>
          <w:sz w:val="28"/>
          <w:szCs w:val="28"/>
        </w:rPr>
        <w:t xml:space="preserve"> </w:t>
      </w:r>
    </w:p>
    <w:p w:rsidR="00575CDE" w:rsidRDefault="00575CDE" w:rsidP="001F1A8B">
      <w:pPr>
        <w:pStyle w:val="NoSpacing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- о</w:t>
      </w:r>
      <w:r w:rsidRPr="004C0078">
        <w:rPr>
          <w:color w:val="000000"/>
          <w:sz w:val="28"/>
          <w:szCs w:val="28"/>
        </w:rPr>
        <w:t>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объектах, а также ликвидации последствий террористическ</w:t>
      </w:r>
      <w:r>
        <w:rPr>
          <w:color w:val="000000"/>
          <w:sz w:val="28"/>
          <w:szCs w:val="28"/>
        </w:rPr>
        <w:t>их актов и военных действий;</w:t>
      </w:r>
      <w:r>
        <w:rPr>
          <w:color w:val="000000"/>
          <w:sz w:val="28"/>
          <w:szCs w:val="28"/>
        </w:rPr>
        <w:br/>
        <w:t xml:space="preserve">       - о</w:t>
      </w:r>
      <w:r w:rsidRPr="004C0078">
        <w:rPr>
          <w:color w:val="000000"/>
          <w:sz w:val="28"/>
          <w:szCs w:val="28"/>
        </w:rPr>
        <w:t>беспечение и поддержание в готовности сил и средств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</w:t>
      </w:r>
      <w:r>
        <w:rPr>
          <w:color w:val="000000"/>
          <w:sz w:val="28"/>
          <w:szCs w:val="28"/>
        </w:rPr>
        <w:t>ти людей на водных объектах;</w:t>
      </w:r>
      <w:r>
        <w:rPr>
          <w:color w:val="000000"/>
          <w:sz w:val="28"/>
          <w:szCs w:val="28"/>
        </w:rPr>
        <w:br/>
        <w:t xml:space="preserve">       - о</w:t>
      </w:r>
      <w:r w:rsidRPr="004C0078">
        <w:rPr>
          <w:color w:val="000000"/>
          <w:sz w:val="28"/>
          <w:szCs w:val="28"/>
        </w:rPr>
        <w:t>бучение населения в области гражданской обо</w:t>
      </w:r>
      <w:r>
        <w:rPr>
          <w:color w:val="000000"/>
          <w:sz w:val="28"/>
          <w:szCs w:val="28"/>
        </w:rPr>
        <w:t>роны и чрезвычайных ситуаций</w:t>
      </w:r>
      <w:r>
        <w:rPr>
          <w:color w:val="000000"/>
          <w:sz w:val="28"/>
          <w:szCs w:val="28"/>
        </w:rPr>
        <w:br/>
        <w:t xml:space="preserve">      - с</w:t>
      </w:r>
      <w:r w:rsidRPr="004C0078">
        <w:rPr>
          <w:color w:val="000000"/>
          <w:sz w:val="28"/>
          <w:szCs w:val="28"/>
        </w:rPr>
        <w:t>овершенствование системы информиров</w:t>
      </w:r>
      <w:r>
        <w:rPr>
          <w:color w:val="000000"/>
          <w:sz w:val="28"/>
          <w:szCs w:val="28"/>
        </w:rPr>
        <w:t>ания и оповещения населения;</w:t>
      </w:r>
      <w:r>
        <w:rPr>
          <w:color w:val="000000"/>
          <w:sz w:val="28"/>
          <w:szCs w:val="28"/>
        </w:rPr>
        <w:br/>
        <w:t xml:space="preserve">      - с</w:t>
      </w:r>
      <w:r w:rsidRPr="004C0078">
        <w:rPr>
          <w:color w:val="000000"/>
          <w:sz w:val="28"/>
          <w:szCs w:val="28"/>
        </w:rPr>
        <w:t>овершенствование системы управ</w:t>
      </w:r>
      <w:r>
        <w:rPr>
          <w:color w:val="000000"/>
          <w:sz w:val="28"/>
          <w:szCs w:val="28"/>
        </w:rPr>
        <w:t>ления в кризисных ситуациях;</w:t>
      </w:r>
      <w:r>
        <w:rPr>
          <w:color w:val="000000"/>
          <w:sz w:val="28"/>
          <w:szCs w:val="28"/>
        </w:rPr>
        <w:br/>
        <w:t xml:space="preserve">      - р</w:t>
      </w:r>
      <w:r w:rsidRPr="004C0078">
        <w:rPr>
          <w:color w:val="000000"/>
          <w:sz w:val="28"/>
          <w:szCs w:val="28"/>
        </w:rPr>
        <w:t>азвитие и совершенствование техническими средствами сил для ликвидации чрезвычайных ситуаций;</w:t>
      </w:r>
      <w:r w:rsidRPr="004C007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- с</w:t>
      </w:r>
      <w:r w:rsidRPr="004C0078">
        <w:rPr>
          <w:color w:val="000000"/>
          <w:sz w:val="28"/>
          <w:szCs w:val="28"/>
        </w:rPr>
        <w:t>нижение количества пожаров, гибели и травматизма людей, мате</w:t>
      </w:r>
      <w:r>
        <w:rPr>
          <w:color w:val="000000"/>
          <w:sz w:val="28"/>
          <w:szCs w:val="28"/>
        </w:rPr>
        <w:t>риального ущерба от пожаров;</w:t>
      </w:r>
      <w:r>
        <w:rPr>
          <w:color w:val="000000"/>
          <w:sz w:val="28"/>
          <w:szCs w:val="28"/>
        </w:rPr>
        <w:br/>
        <w:t xml:space="preserve">      - с</w:t>
      </w:r>
      <w:r w:rsidRPr="004C0078">
        <w:rPr>
          <w:color w:val="000000"/>
          <w:sz w:val="28"/>
          <w:szCs w:val="28"/>
        </w:rPr>
        <w:t>овершенствование системы обеспечения безопасности людей на водных объектах</w:t>
      </w:r>
      <w:r>
        <w:rPr>
          <w:color w:val="000000"/>
          <w:sz w:val="28"/>
          <w:szCs w:val="28"/>
        </w:rPr>
        <w:t>.</w:t>
      </w:r>
    </w:p>
    <w:p w:rsidR="00575CDE" w:rsidRDefault="00575CDE" w:rsidP="001F1A8B">
      <w:pPr>
        <w:pStyle w:val="NoSpacing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Перечень программных мероприятий Программы, объемы финансирования по источникам приведены в приложении № 1 к настоящей Программе.</w:t>
      </w:r>
    </w:p>
    <w:p w:rsidR="00575CDE" w:rsidRDefault="00575CDE" w:rsidP="001F1A8B">
      <w:pPr>
        <w:pStyle w:val="NoSpacing"/>
        <w:ind w:left="2595"/>
        <w:jc w:val="both"/>
        <w:rPr>
          <w:sz w:val="28"/>
          <w:szCs w:val="28"/>
        </w:rPr>
      </w:pPr>
    </w:p>
    <w:p w:rsidR="00575CDE" w:rsidRDefault="00575CDE" w:rsidP="001F1A8B">
      <w:pPr>
        <w:pStyle w:val="NoSpacing"/>
        <w:ind w:left="2595"/>
        <w:jc w:val="both"/>
        <w:rPr>
          <w:sz w:val="28"/>
          <w:szCs w:val="28"/>
        </w:rPr>
      </w:pPr>
    </w:p>
    <w:p w:rsidR="00575CDE" w:rsidRPr="004C6097" w:rsidRDefault="00575CDE" w:rsidP="001F1A8B">
      <w:pPr>
        <w:pStyle w:val="NoSpacing"/>
        <w:ind w:left="2595"/>
        <w:jc w:val="both"/>
        <w:rPr>
          <w:b/>
          <w:sz w:val="28"/>
          <w:szCs w:val="28"/>
        </w:rPr>
      </w:pPr>
      <w:r w:rsidRPr="004C6097">
        <w:rPr>
          <w:b/>
          <w:sz w:val="28"/>
          <w:szCs w:val="28"/>
          <w:lang w:val="en-US"/>
        </w:rPr>
        <w:t>IV</w:t>
      </w:r>
      <w:r w:rsidRPr="004C6097">
        <w:rPr>
          <w:b/>
          <w:sz w:val="28"/>
          <w:szCs w:val="28"/>
        </w:rPr>
        <w:t>.Ресурсное обеспечение Программы</w:t>
      </w:r>
    </w:p>
    <w:p w:rsidR="00575CDE" w:rsidRPr="00CE6015" w:rsidRDefault="00575CDE" w:rsidP="001F1A8B">
      <w:pPr>
        <w:pStyle w:val="NoSpacing"/>
        <w:ind w:left="2520"/>
        <w:jc w:val="both"/>
        <w:rPr>
          <w:sz w:val="28"/>
          <w:szCs w:val="28"/>
        </w:rPr>
      </w:pPr>
    </w:p>
    <w:p w:rsidR="00575CDE" w:rsidRDefault="00575CDE" w:rsidP="001F1A8B">
      <w:pPr>
        <w:pStyle w:val="NoSpacing"/>
        <w:jc w:val="both"/>
        <w:rPr>
          <w:sz w:val="28"/>
          <w:szCs w:val="28"/>
        </w:rPr>
      </w:pPr>
    </w:p>
    <w:p w:rsidR="00575CDE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Общий объем финансирования Программы за счет средств бюджета муниципального образования – 30 тыс.руб., в том числе:</w:t>
      </w:r>
    </w:p>
    <w:p w:rsidR="00575CDE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в 2015 году - 10 тыс.руб.;</w:t>
      </w:r>
    </w:p>
    <w:p w:rsidR="00575CDE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в 2016 году – 10 тыс.руб.;</w:t>
      </w:r>
    </w:p>
    <w:p w:rsidR="00575CDE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в 2017 году – 10 тыс.руб.</w:t>
      </w:r>
    </w:p>
    <w:p w:rsidR="00575CDE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ходе реализации Программы отдельные ее мероприятия могут уточняться, а объемы финансирования корректироваться с учетом утвержденных расходов бюджета муниципального образования.</w:t>
      </w:r>
    </w:p>
    <w:p w:rsidR="00575CDE" w:rsidRDefault="00575CDE" w:rsidP="001F1A8B">
      <w:pPr>
        <w:pStyle w:val="NoSpacing"/>
        <w:jc w:val="both"/>
        <w:rPr>
          <w:sz w:val="28"/>
          <w:szCs w:val="28"/>
        </w:rPr>
      </w:pPr>
    </w:p>
    <w:p w:rsidR="00575CDE" w:rsidRDefault="00575CDE" w:rsidP="001F1A8B">
      <w:pPr>
        <w:pStyle w:val="NoSpacing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Pr="00281E72">
        <w:rPr>
          <w:b/>
          <w:sz w:val="28"/>
          <w:szCs w:val="28"/>
          <w:lang w:val="en-US"/>
        </w:rPr>
        <w:t>V</w:t>
      </w:r>
      <w:r w:rsidRPr="00281E72">
        <w:rPr>
          <w:b/>
          <w:sz w:val="28"/>
          <w:szCs w:val="28"/>
        </w:rPr>
        <w:t>. Механизм реализации Программы</w:t>
      </w:r>
    </w:p>
    <w:p w:rsidR="00575CDE" w:rsidRDefault="00575CDE" w:rsidP="001F1A8B">
      <w:pPr>
        <w:pStyle w:val="NoSpacing"/>
        <w:jc w:val="both"/>
        <w:rPr>
          <w:b/>
          <w:sz w:val="28"/>
          <w:szCs w:val="28"/>
        </w:rPr>
      </w:pPr>
    </w:p>
    <w:p w:rsidR="00575CDE" w:rsidRDefault="00575CDE" w:rsidP="001F1A8B">
      <w:pPr>
        <w:tabs>
          <w:tab w:val="left" w:pos="2385"/>
        </w:tabs>
        <w:spacing w:before="100" w:beforeAutospacing="1"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 xml:space="preserve">  Государственным заказчиком Программы является Администрация Первоавгустовского сельсовета Дмитриевского района, который в ходе ее реализации осуществляет текущий контроль за деятельностью исполнителей.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        Администрация Первоавгустовского сельсовета Дмитриевского района в случае необходимости вносит предложения по уточнению и корректировке программных мероприятий, сроков их исполнения, а также по распределению и перераспределению финансовых средств, продлению срока реализации Программы либо прекращению ее выполнения. </w:t>
      </w:r>
    </w:p>
    <w:p w:rsidR="00575CDE" w:rsidRPr="00281E72" w:rsidRDefault="00575CDE" w:rsidP="001F1A8B">
      <w:pPr>
        <w:pStyle w:val="NoSpacing"/>
        <w:jc w:val="both"/>
        <w:rPr>
          <w:b/>
          <w:sz w:val="28"/>
          <w:szCs w:val="28"/>
        </w:rPr>
      </w:pPr>
    </w:p>
    <w:p w:rsidR="00575CDE" w:rsidRPr="00281E72" w:rsidRDefault="00575CDE" w:rsidP="001F1A8B">
      <w:pPr>
        <w:pStyle w:val="NoSpacing"/>
        <w:jc w:val="both"/>
        <w:rPr>
          <w:b/>
          <w:sz w:val="28"/>
          <w:szCs w:val="28"/>
        </w:rPr>
      </w:pPr>
    </w:p>
    <w:p w:rsidR="00575CDE" w:rsidRPr="00A301A1" w:rsidRDefault="00575CDE" w:rsidP="001F1A8B">
      <w:pPr>
        <w:pStyle w:val="NoSpacing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A301A1">
        <w:rPr>
          <w:b/>
          <w:sz w:val="28"/>
          <w:szCs w:val="28"/>
          <w:lang w:val="en-US"/>
        </w:rPr>
        <w:t>VI</w:t>
      </w:r>
      <w:r w:rsidRPr="00A301A1">
        <w:rPr>
          <w:b/>
          <w:sz w:val="28"/>
          <w:szCs w:val="28"/>
        </w:rPr>
        <w:t>. Оценка эффективности реализации Программы</w:t>
      </w:r>
    </w:p>
    <w:p w:rsidR="00575CDE" w:rsidRPr="00CF6812" w:rsidRDefault="00575CDE" w:rsidP="001F1A8B">
      <w:pPr>
        <w:pStyle w:val="NoSpacing"/>
        <w:jc w:val="both"/>
        <w:rPr>
          <w:sz w:val="28"/>
          <w:szCs w:val="28"/>
        </w:rPr>
      </w:pPr>
    </w:p>
    <w:p w:rsidR="00575CDE" w:rsidRPr="00CF6812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с</w:t>
      </w:r>
      <w:r w:rsidRPr="00CF6812">
        <w:rPr>
          <w:sz w:val="28"/>
          <w:szCs w:val="28"/>
        </w:rPr>
        <w:t>нижение общего количества пожаров н</w:t>
      </w:r>
      <w:r>
        <w:rPr>
          <w:sz w:val="28"/>
          <w:szCs w:val="28"/>
        </w:rPr>
        <w:t>а территории муниципального образования</w:t>
      </w:r>
      <w:r w:rsidRPr="00CF6812">
        <w:rPr>
          <w:sz w:val="28"/>
          <w:szCs w:val="28"/>
        </w:rPr>
        <w:t>;</w:t>
      </w:r>
    </w:p>
    <w:p w:rsidR="00575CDE" w:rsidRPr="00CF6812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с</w:t>
      </w:r>
      <w:r w:rsidRPr="00CF6812">
        <w:rPr>
          <w:sz w:val="28"/>
          <w:szCs w:val="28"/>
        </w:rPr>
        <w:t>нижение количества погибших и травмированных при пожарах людей.</w:t>
      </w:r>
    </w:p>
    <w:p w:rsidR="00575CDE" w:rsidRPr="00CF6812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с</w:t>
      </w:r>
      <w:r w:rsidRPr="00CF6812">
        <w:rPr>
          <w:sz w:val="28"/>
          <w:szCs w:val="28"/>
        </w:rPr>
        <w:t>нижение</w:t>
      </w:r>
      <w:r>
        <w:rPr>
          <w:sz w:val="28"/>
          <w:szCs w:val="28"/>
        </w:rPr>
        <w:t xml:space="preserve"> материальных потерь от пожаров;</w:t>
      </w:r>
    </w:p>
    <w:p w:rsidR="00575CDE" w:rsidRPr="00CF6812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п</w:t>
      </w:r>
      <w:r w:rsidRPr="00CF6812">
        <w:rPr>
          <w:sz w:val="28"/>
          <w:szCs w:val="28"/>
        </w:rPr>
        <w:t>овышение готовности подразделен</w:t>
      </w:r>
      <w:r>
        <w:rPr>
          <w:sz w:val="28"/>
          <w:szCs w:val="28"/>
        </w:rPr>
        <w:t>ий добровольной пожарной охраны;</w:t>
      </w:r>
    </w:p>
    <w:p w:rsidR="00575CDE" w:rsidRPr="00CF6812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с</w:t>
      </w:r>
      <w:r w:rsidRPr="00CF6812">
        <w:rPr>
          <w:sz w:val="28"/>
          <w:szCs w:val="28"/>
        </w:rPr>
        <w:t>окращение времени реагирования на чрезвычайные ситуации, связанные с пожарами, а также вр</w:t>
      </w:r>
      <w:r>
        <w:rPr>
          <w:sz w:val="28"/>
          <w:szCs w:val="28"/>
        </w:rPr>
        <w:t>емени и затрат на их ликвидацию;</w:t>
      </w:r>
    </w:p>
    <w:p w:rsidR="00575CDE" w:rsidRPr="00CF6812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о</w:t>
      </w:r>
      <w:r w:rsidRPr="00CF6812">
        <w:rPr>
          <w:sz w:val="28"/>
          <w:szCs w:val="28"/>
        </w:rPr>
        <w:t>беспечения безопа</w:t>
      </w:r>
      <w:r>
        <w:rPr>
          <w:sz w:val="28"/>
          <w:szCs w:val="28"/>
        </w:rPr>
        <w:t>сности людей на водных объектах;</w:t>
      </w:r>
    </w:p>
    <w:p w:rsidR="00575CDE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п</w:t>
      </w:r>
      <w:r w:rsidRPr="00CF6812">
        <w:rPr>
          <w:sz w:val="28"/>
          <w:szCs w:val="28"/>
        </w:rPr>
        <w:t>овысить уровень защищенности населения и территории от опасностей и угроз мирного и военного времени.</w:t>
      </w:r>
      <w:r>
        <w:rPr>
          <w:sz w:val="28"/>
          <w:szCs w:val="28"/>
        </w:rPr>
        <w:t xml:space="preserve">      </w:t>
      </w:r>
    </w:p>
    <w:p w:rsidR="00575CDE" w:rsidRDefault="00575CDE" w:rsidP="001F1A8B">
      <w:pPr>
        <w:pStyle w:val="NoSpacing"/>
        <w:jc w:val="both"/>
        <w:rPr>
          <w:sz w:val="28"/>
          <w:szCs w:val="28"/>
        </w:rPr>
      </w:pPr>
    </w:p>
    <w:p w:rsidR="00575CDE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75CDE" w:rsidRDefault="00575CDE" w:rsidP="001F1A8B">
      <w:pPr>
        <w:pStyle w:val="NoSpacing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185E3B">
        <w:rPr>
          <w:b/>
          <w:sz w:val="28"/>
          <w:szCs w:val="28"/>
          <w:lang w:val="en-US"/>
        </w:rPr>
        <w:t>VII</w:t>
      </w:r>
      <w:r w:rsidRPr="00185E3B">
        <w:rPr>
          <w:b/>
          <w:sz w:val="28"/>
          <w:szCs w:val="28"/>
        </w:rPr>
        <w:t>. Контроль за ходом реализации Программы</w:t>
      </w:r>
    </w:p>
    <w:p w:rsidR="00575CDE" w:rsidRDefault="00575CDE" w:rsidP="001F1A8B">
      <w:pPr>
        <w:pStyle w:val="NoSpacing"/>
        <w:jc w:val="both"/>
        <w:rPr>
          <w:b/>
          <w:sz w:val="28"/>
          <w:szCs w:val="28"/>
        </w:rPr>
      </w:pPr>
    </w:p>
    <w:p w:rsidR="00575CDE" w:rsidRPr="00185E3B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185E3B">
        <w:rPr>
          <w:sz w:val="28"/>
          <w:szCs w:val="28"/>
        </w:rPr>
        <w:t xml:space="preserve">Контроль за исполнением Программы осуществляет Администрация Первоавгустовского сельсовета Дмитриевского района. </w:t>
      </w:r>
    </w:p>
    <w:p w:rsidR="00575CDE" w:rsidRPr="00185E3B" w:rsidRDefault="00575CDE" w:rsidP="001F1A8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85E3B">
        <w:rPr>
          <w:sz w:val="28"/>
          <w:szCs w:val="28"/>
        </w:rPr>
        <w:t>Исполнители мероприятий Программы несут ответственность за их качество и своевременное выполнение, рациональное использование финансовых средств, выделяемых на реализацию Программы</w:t>
      </w:r>
    </w:p>
    <w:p w:rsidR="00575CDE" w:rsidRPr="00185E3B" w:rsidRDefault="00575CDE" w:rsidP="001F1A8B">
      <w:pPr>
        <w:pStyle w:val="NoSpacing"/>
        <w:jc w:val="both"/>
        <w:rPr>
          <w:sz w:val="28"/>
          <w:szCs w:val="28"/>
        </w:rPr>
      </w:pPr>
    </w:p>
    <w:sectPr w:rsidR="00575CDE" w:rsidRPr="00185E3B" w:rsidSect="00A52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E1632"/>
    <w:multiLevelType w:val="hybridMultilevel"/>
    <w:tmpl w:val="4E62630A"/>
    <w:lvl w:ilvl="0" w:tplc="69428D0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6393ABD"/>
    <w:multiLevelType w:val="hybridMultilevel"/>
    <w:tmpl w:val="B65C6D3E"/>
    <w:lvl w:ilvl="0" w:tplc="5DAC1826">
      <w:start w:val="1"/>
      <w:numFmt w:val="upperRoman"/>
      <w:lvlText w:val="%1."/>
      <w:lvlJc w:val="left"/>
      <w:pPr>
        <w:ind w:left="25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">
    <w:nsid w:val="4C964A9D"/>
    <w:multiLevelType w:val="hybridMultilevel"/>
    <w:tmpl w:val="73A61AFC"/>
    <w:lvl w:ilvl="0" w:tplc="64C2DEDE">
      <w:start w:val="4"/>
      <w:numFmt w:val="upperRoman"/>
      <w:lvlText w:val="%1."/>
      <w:lvlJc w:val="left"/>
      <w:pPr>
        <w:ind w:left="259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  <w:rPr>
        <w:rFonts w:cs="Times New Roman"/>
      </w:rPr>
    </w:lvl>
  </w:abstractNum>
  <w:abstractNum w:abstractNumId="3">
    <w:nsid w:val="69581ED3"/>
    <w:multiLevelType w:val="hybridMultilevel"/>
    <w:tmpl w:val="96A6F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2D66"/>
    <w:rsid w:val="00036478"/>
    <w:rsid w:val="0003662B"/>
    <w:rsid w:val="0004420E"/>
    <w:rsid w:val="0006396F"/>
    <w:rsid w:val="000C6862"/>
    <w:rsid w:val="00131561"/>
    <w:rsid w:val="00137E97"/>
    <w:rsid w:val="00154022"/>
    <w:rsid w:val="00185E3B"/>
    <w:rsid w:val="001F1A8B"/>
    <w:rsid w:val="001F20DE"/>
    <w:rsid w:val="00202D66"/>
    <w:rsid w:val="0022233A"/>
    <w:rsid w:val="002645C1"/>
    <w:rsid w:val="00281E72"/>
    <w:rsid w:val="00330102"/>
    <w:rsid w:val="00343838"/>
    <w:rsid w:val="00355C18"/>
    <w:rsid w:val="003A71D0"/>
    <w:rsid w:val="003E0151"/>
    <w:rsid w:val="00497CFE"/>
    <w:rsid w:val="004C0078"/>
    <w:rsid w:val="004C6097"/>
    <w:rsid w:val="004D3863"/>
    <w:rsid w:val="004D430A"/>
    <w:rsid w:val="004D7368"/>
    <w:rsid w:val="004F761E"/>
    <w:rsid w:val="00503473"/>
    <w:rsid w:val="00510BEF"/>
    <w:rsid w:val="00542F21"/>
    <w:rsid w:val="00575CDE"/>
    <w:rsid w:val="0059570A"/>
    <w:rsid w:val="006318AC"/>
    <w:rsid w:val="0068548A"/>
    <w:rsid w:val="006B2EA0"/>
    <w:rsid w:val="006E40C4"/>
    <w:rsid w:val="00724D6C"/>
    <w:rsid w:val="00753AFC"/>
    <w:rsid w:val="007B4275"/>
    <w:rsid w:val="007C7215"/>
    <w:rsid w:val="007F41F0"/>
    <w:rsid w:val="00847B39"/>
    <w:rsid w:val="008B1483"/>
    <w:rsid w:val="009E1B57"/>
    <w:rsid w:val="00A14BDF"/>
    <w:rsid w:val="00A301A1"/>
    <w:rsid w:val="00A404F4"/>
    <w:rsid w:val="00A52DBA"/>
    <w:rsid w:val="00A53FC8"/>
    <w:rsid w:val="00A9769E"/>
    <w:rsid w:val="00B13EC7"/>
    <w:rsid w:val="00B41E23"/>
    <w:rsid w:val="00BA158B"/>
    <w:rsid w:val="00C03D94"/>
    <w:rsid w:val="00C41596"/>
    <w:rsid w:val="00C71B14"/>
    <w:rsid w:val="00CA4C44"/>
    <w:rsid w:val="00CB7DA0"/>
    <w:rsid w:val="00CD0A2A"/>
    <w:rsid w:val="00CE6015"/>
    <w:rsid w:val="00CF6812"/>
    <w:rsid w:val="00D00540"/>
    <w:rsid w:val="00DB1FA1"/>
    <w:rsid w:val="00DC1462"/>
    <w:rsid w:val="00E21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DB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202D66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rsid w:val="00202D66"/>
    <w:pPr>
      <w:spacing w:after="10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rinthtml1">
    <w:name w:val="print_html1"/>
    <w:basedOn w:val="DefaultParagraphFont"/>
    <w:uiPriority w:val="99"/>
    <w:rsid w:val="00202D66"/>
    <w:rPr>
      <w:rFonts w:cs="Times New Roman"/>
    </w:rPr>
  </w:style>
  <w:style w:type="paragraph" w:customStyle="1" w:styleId="ac">
    <w:name w:val="_ac"/>
    <w:basedOn w:val="Normal"/>
    <w:uiPriority w:val="99"/>
    <w:rsid w:val="00202D66"/>
    <w:pPr>
      <w:spacing w:after="10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j">
    <w:name w:val="_aj"/>
    <w:basedOn w:val="Normal"/>
    <w:uiPriority w:val="99"/>
    <w:rsid w:val="00202D66"/>
    <w:pPr>
      <w:spacing w:after="10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02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2D66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A9769E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CF6812"/>
    <w:pPr>
      <w:ind w:left="720"/>
      <w:contextualSpacing/>
    </w:pPr>
  </w:style>
  <w:style w:type="paragraph" w:customStyle="1" w:styleId="ConsPlusCell">
    <w:name w:val="ConsPlusCell"/>
    <w:uiPriority w:val="99"/>
    <w:rsid w:val="00137E97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B13EC7"/>
    <w:pPr>
      <w:widowControl w:val="0"/>
      <w:snapToGrid w:val="0"/>
      <w:spacing w:after="0" w:line="254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13EC7"/>
    <w:rPr>
      <w:rFonts w:ascii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49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9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9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9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9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9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9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49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49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49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499716"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7499721"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7499724"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7499729"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49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shtikovo.ru/print/book/export/html/4465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172</TotalTime>
  <Pages>9</Pages>
  <Words>2413</Words>
  <Characters>13757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Фит</cp:lastModifiedBy>
  <cp:revision>35</cp:revision>
  <cp:lastPrinted>2014-11-17T11:32:00Z</cp:lastPrinted>
  <dcterms:created xsi:type="dcterms:W3CDTF">2014-11-10T12:55:00Z</dcterms:created>
  <dcterms:modified xsi:type="dcterms:W3CDTF">2015-02-25T06:03:00Z</dcterms:modified>
</cp:coreProperties>
</file>